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-85725</wp:posOffset>
                </wp:positionV>
                <wp:extent cx="2070100" cy="883920"/>
                <wp:effectExtent l="88900" t="88900" r="139700" b="139700"/>
                <wp:wrapNone/>
                <wp:docPr id="43" name="艺术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70100" cy="8839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10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outline/>
                                <w:shadow/>
                                <w:color w:val="FFFFFF"/>
                                <w:sz w:val="72"/>
                                <w:szCs w:val="72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/>
                                  </w14:gradFill>
                                </w14:textFill>
                                <w14:props3d w14:extrusionH="0" w14:contourW="0" w14:prstMaterial="clear"/>
                              </w:rPr>
                              <w:t>图片新闻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艺术字 4" o:spid="_x0000_s1026" o:spt="202" type="#_x0000_t202" style="position:absolute;left:0pt;margin-left:-27pt;margin-top:-6.75pt;height:69.6pt;width:163pt;z-index:251657216;mso-width-relative:page;mso-height-relative:page;" filled="f" stroked="f" coordsize="21600,21600" o:gfxdata="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t8h2dcAAAAKAQAADwAAAAAAAAABACAAAAAiAAAAZHJzL2Rv&#10;d25yZXYueG1sUEsBAhQAFAAAAAgAh07iQNzrsfcCAgAAzQMAAA4AAAAAAAAAAQAgAAAAJgEAAGRy&#10;cy9lMm9Eb2MueG1sUEsFBgAAAAAGAAYAWQEAAJoFAAAAAA==&#10;" adj="10800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jc w:val="center"/>
                        <w:rPr>
                          <w:kern w:val="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outline/>
                          <w:shadow/>
                          <w:color w:val="FFFFFF"/>
                          <w:sz w:val="72"/>
                          <w:szCs w:val="72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/>
                            </w14:gradFill>
                          </w14:textFill>
                          <w14:props3d w14:extrusionH="0" w14:contourW="0" w14:prstMaterial="clear"/>
                        </w:rPr>
                        <w:t>图片新闻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12344400</wp:posOffset>
                </wp:positionH>
                <wp:positionV relativeFrom="paragraph">
                  <wp:posOffset>-832485</wp:posOffset>
                </wp:positionV>
                <wp:extent cx="1504950" cy="1321435"/>
                <wp:effectExtent l="13970" t="13970" r="24130" b="17145"/>
                <wp:wrapNone/>
                <wp:docPr id="4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1321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rnd" cmpd="thickThin">
                          <a:solidFill>
                            <a:srgbClr val="FF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主  编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　王婷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副主编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杨楠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编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辑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曹欣然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 xml:space="preserve">        刘仕棋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 xml:space="preserve">        郭奕豪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杨楠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72pt;margin-top:-65.55pt;height:104.05pt;width:118.5pt;z-index:251641856;mso-width-relative:page;mso-height-relative:page;" fillcolor="#FFFFFF" filled="t" stroked="t" coordsize="21600,21600" o:gfxdata="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wqB9XdAAAADAEA&#10;AA8AAAAAAAAAAQAgAAAAIgAAAGRycy9kb3ducmV2LnhtbFBLAQIUABQAAAAIAIdO4kAktnCITgIA&#10;AH4EAAAOAAAAAAAAAAEAIAAAACwBAABkcnMvZTJvRG9jLnhtbFBLBQYAAAAABgAGAFkBAADsBQAA&#10;AAA=&#10;">
                <v:fill on="t" focussize="0,0"/>
                <v:stroke weight="2.25pt" color="#FF0000" linestyle="thickThin" miterlimit="8" joinstyle="miter" dashstyle="1 1" endcap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主  编</w:t>
                      </w:r>
                      <w:r>
                        <w:rPr>
                          <w:rFonts w:hint="eastAsia"/>
                          <w:sz w:val="24"/>
                        </w:rPr>
                        <w:t>　王婷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副主编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杨楠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编</w:t>
                      </w:r>
                      <w:r>
                        <w:rPr>
                          <w:rFonts w:hint="eastAsia"/>
                          <w:b/>
                          <w:sz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辑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曹欣然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 xml:space="preserve">        刘仕棋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 xml:space="preserve">        郭奕豪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杨楠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-655955</wp:posOffset>
                </wp:positionV>
                <wp:extent cx="6999605" cy="419100"/>
                <wp:effectExtent l="0" t="0" r="0" b="0"/>
                <wp:wrapNone/>
                <wp:docPr id="46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960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</w:rPr>
                              <w:t>时政风云 第9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</w:rPr>
                              <w:t xml:space="preserve">期  第四版                              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bCs/>
                                <w:sz w:val="28"/>
                                <w:szCs w:val="28"/>
                              </w:rPr>
                              <w:t>本版责编：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郭奕豪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-39.75pt;margin-top:-51.65pt;height:33pt;width:551.15pt;z-index:251648000;mso-width-relative:page;mso-height-relative:page;" filled="f" stroked="f" coordsize="21600,21600" o:gfxdata="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u/eo9gAAAANAQAADwAAAAAAAAABACAAAAAiAAAAZHJzL2Rvd25y&#10;ZXYueG1sUEsBAhQAFAAAAAgAh07iQAug8cT+AQAAyAMAAA4AAAAAAAAAAQAgAAAAJw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0"/>
                        </w:rPr>
                        <w:t>时政风云 第9</w:t>
                      </w:r>
                      <w:r>
                        <w:rPr>
                          <w:rFonts w:hint="eastAsia"/>
                          <w:b/>
                          <w:bCs/>
                          <w:sz w:val="30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  <w:b/>
                          <w:bCs/>
                          <w:sz w:val="30"/>
                        </w:rPr>
                        <w:t xml:space="preserve">期  第四版                                 </w:t>
                      </w:r>
                      <w:r>
                        <w:rPr>
                          <w:rFonts w:hint="eastAsia" w:ascii="宋体" w:hAnsi="宋体"/>
                          <w:b/>
                          <w:bCs/>
                          <w:sz w:val="28"/>
                          <w:szCs w:val="28"/>
                        </w:rPr>
                        <w:t>本版责编：</w:t>
                      </w:r>
                      <w:r>
                        <w:rPr>
                          <w:rFonts w:hint="eastAsia" w:ascii="宋体" w:hAnsi="宋体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郭奕豪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6837680</wp:posOffset>
                </wp:positionH>
                <wp:positionV relativeFrom="paragraph">
                  <wp:posOffset>-1036955</wp:posOffset>
                </wp:positionV>
                <wp:extent cx="5307965" cy="1704975"/>
                <wp:effectExtent l="5080" t="4445" r="0" b="5080"/>
                <wp:wrapNone/>
                <wp:docPr id="45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796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华文行楷" w:hAnsi="MS Mincho" w:eastAsia="华文行楷"/>
                                <w:sz w:val="144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/>
                                <w:sz w:val="190"/>
                              </w:rPr>
                              <w:drawing>
                                <wp:inline distT="0" distB="0" distL="114300" distR="114300">
                                  <wp:extent cx="5182870" cy="1400175"/>
                                  <wp:effectExtent l="0" t="0" r="17780" b="9525"/>
                                  <wp:docPr id="9" name="图片 1" descr="第一期里的标题，比那个楷体好看多了啊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1" descr="第一期里的标题，比那个楷体好看多了啊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2870" cy="1400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538.4pt;margin-top:-81.65pt;height:134.25pt;width:417.95pt;z-index:251640832;mso-width-relative:page;mso-height-relative:page;" fillcolor="#FFFFFF" filled="t" stroked="f" coordsize="21600,21600" o:gfxdata="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cauzTZAAAADgEAAA8A&#10;AAAAAAAAAQAgAAAAIgAAAGRycy9kb3ducmV2LnhtbFBLAQIUABQAAAAIAIdO4kCqOSjTFgIAAAAE&#10;AAAOAAAAAAAAAAEAIAAAACgBAABkcnMvZTJvRG9jLnhtbFBLBQYAAAAABgAGAFkBAAC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行楷" w:hAnsi="MS Mincho" w:eastAsia="华文行楷"/>
                          <w:sz w:val="144"/>
                        </w:rPr>
                      </w:pPr>
                      <w:r>
                        <w:rPr>
                          <w:rFonts w:hint="eastAsia" w:ascii="楷体_GB2312" w:hAnsi="楷体_GB2312" w:eastAsia="楷体_GB2312"/>
                          <w:sz w:val="190"/>
                        </w:rPr>
                        <w:drawing>
                          <wp:inline distT="0" distB="0" distL="114300" distR="114300">
                            <wp:extent cx="5182870" cy="1400175"/>
                            <wp:effectExtent l="0" t="0" r="17780" b="9525"/>
                            <wp:docPr id="9" name="图片 1" descr="第一期里的标题，比那个楷体好看多了啊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1" descr="第一期里的标题，比那个楷体好看多了啊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82870" cy="1400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-25400</wp:posOffset>
                </wp:positionV>
                <wp:extent cx="480695" cy="469900"/>
                <wp:effectExtent l="0" t="0" r="14605" b="12700"/>
                <wp:wrapNone/>
                <wp:docPr id="44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695" cy="469900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115" type="#_x0000_t115" style="position:absolute;left:0pt;margin-left:140pt;margin-top:-2pt;height:37pt;width:37.85pt;z-index:251656192;mso-width-relative:page;mso-height-relative:page;" fillcolor="#FFFFFF" filled="t" stroked="t" coordsize="21600,21600" o:gfxdata="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KAjoINkAAAAJAQAADwAAAAAAAAABACAAAAAiAAAA&#10;ZHJzL2Rvd25yZXYueG1sUEsBAhQAFAAAAAgAh07iQKZVDA0/AgAAUgQAAA4AAAAAAAAAAQAgAAAA&#10;KAEAAGRycy9lMm9Eb2MueG1sUEsFBgAAAAAGAAYAWQEAANkFAAAAAA==&#10;">
                <v:fill on="t" focussize="0,0"/>
                <v:stroke color="#FF0000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-198120</wp:posOffset>
                </wp:positionV>
                <wp:extent cx="7334250" cy="635"/>
                <wp:effectExtent l="38100" t="43180" r="44450" b="45085"/>
                <wp:wrapNone/>
                <wp:docPr id="41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0" cy="635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-63pt;margin-top:-15.6pt;height:0.05pt;width:577.5pt;z-index:251646976;mso-width-relative:page;mso-height-relative:page;" filled="f" stroked="t" coordsize="21600,21600" o:gfxdata="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n7EGpNsAAAANAQAADwAAAAAAAAABACAAAAAiAAAA&#10;ZHJzL2Rvd25yZXYueG1sUEsBAhQAFAAAAAgAh07iQGlyFNHLAQAAaAMAAA4AAAAAAAAAAQAgAAAA&#10;KgEAAGRycy9lMm9Eb2MueG1sUEsFBgAAAAAGAAYAWQEAAGcFAAAAAA=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13912215</wp:posOffset>
                </wp:positionH>
                <wp:positionV relativeFrom="paragraph">
                  <wp:posOffset>-909955</wp:posOffset>
                </wp:positionV>
                <wp:extent cx="2540" cy="1835785"/>
                <wp:effectExtent l="0" t="0" r="48260" b="43815"/>
                <wp:wrapNone/>
                <wp:docPr id="40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1835785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1095.45pt;margin-top:-71.65pt;height:144.55pt;width:0.2pt;z-index:251645952;mso-width-relative:page;mso-height-relative:page;" filled="f" stroked="t" coordsize="21600,21600" o:gfxdata="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H&#10;jH542wAAAA4BAAAPAAAAAAAAAAEAIAAAACIAAABkcnMvZG93bnJldi54bWxQSwECFAAUAAAACACH&#10;TuJAJH22COgBAACmAwAADgAAAAAAAAABACAAAAAqAQAAZHJzL2Uyb0RvYy54bWxQSwUGAAAAAAYA&#10;BgBZAQAAhAUAAAAA&#10;">
                <v:fill on="f" focussize="0,0"/>
                <v:stroke weight="1.5pt" color="#9DC3E6 [1940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-1017905</wp:posOffset>
                </wp:positionV>
                <wp:extent cx="635" cy="10462260"/>
                <wp:effectExtent l="12700" t="10795" r="24765" b="29845"/>
                <wp:wrapNone/>
                <wp:docPr id="3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4622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525pt;margin-top:-80.15pt;height:823.8pt;width:0.05pt;z-index:251639808;mso-width-relative:page;mso-height-relative:page;" filled="f" stroked="t" coordsize="21600,21600" o:gfxdata="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FrN6pbcAAAADwEAAA8AAAAAAAAAAQAgAAAAIgAAAGRy&#10;cy9kb3ducmV2LnhtbFBLAQIUABQAAAAIAIdO4kBtBPtnyAEAAGMDAAAOAAAAAAAAAAEAIAAAACsB&#10;AABkcnMvZTJvRG9jLnhtbFBLBQYAAAAABgAGAFkBAABl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/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176530</wp:posOffset>
                </wp:positionV>
                <wp:extent cx="3114675" cy="1905635"/>
                <wp:effectExtent l="1270" t="0" r="0" b="635"/>
                <wp:wrapNone/>
                <wp:docPr id="37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90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instrText xml:space="preserve">INCLUDEPICTURE \d "http://img1.gtimg.com/17/1784/178410/17841055_980x1200_0.jpg" \* MERGEFORMATINET </w:instrTex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9334500" cy="6372225"/>
                                  <wp:effectExtent l="0" t="0" r="0" b="9525"/>
                                  <wp:docPr id="13" name="图片 2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2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4500" cy="6372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0" distR="0">
                                  <wp:extent cx="3111500" cy="1778000"/>
                                  <wp:effectExtent l="0" t="0" r="0" b="939800"/>
                                  <wp:docPr id="2" name="图片 1" descr="146113851111874600_a640x3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1" descr="146113851111874600_a640x36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11500" cy="177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3" o:spid="_x0000_s1026" o:spt="202" type="#_x0000_t202" style="position:absolute;left:0pt;margin-left:-20.9pt;margin-top:13.9pt;height:150.05pt;width:245.25pt;z-index:251668480;mso-width-relative:page;mso-height-relative:page;" filled="f" stroked="f" coordsize="21600,21600" o:gfxdata="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nCcR7YAAAACgEAAA8AAAAAAAAAAQAgAAAAIgAAAGRycy9kb3du&#10;cmV2LnhtbFBLAQIUABQAAAAIAIdO4kApgRB6/wEAAMsDAAAOAAAAAAAAAAEAIAAAACc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instrText xml:space="preserve">INCLUDEPICTURE \d "http://img1.gtimg.com/17/1784/178410/17841055_980x1200_0.jpg" \* MERGEFORMATINET </w:instrTex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9334500" cy="6372225"/>
                            <wp:effectExtent l="0" t="0" r="0" b="9525"/>
                            <wp:docPr id="13" name="图片 2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图片 2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34500" cy="6372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drawing>
                          <wp:inline distT="0" distB="0" distL="0" distR="0">
                            <wp:extent cx="3111500" cy="1778000"/>
                            <wp:effectExtent l="0" t="0" r="0" b="939800"/>
                            <wp:docPr id="2" name="图片 1" descr="146113851111874600_a640x3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1" descr="146113851111874600_a640x36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11500" cy="177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6755765</wp:posOffset>
                </wp:positionH>
                <wp:positionV relativeFrom="paragraph">
                  <wp:posOffset>99060</wp:posOffset>
                </wp:positionV>
                <wp:extent cx="7188200" cy="5715"/>
                <wp:effectExtent l="0" t="0" r="25400" b="45085"/>
                <wp:wrapNone/>
                <wp:docPr id="28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88200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x;margin-left:531.95pt;margin-top:7.8pt;height:0.45pt;width:566pt;z-index:251643904;mso-width-relative:page;mso-height-relative:page;" filled="f" stroked="t" coordsize="21600,21600" o:gfxdata="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vleadoAAAALAQAADwAAAAAAAAABACAAAAAiAAAAZHJzL2Rvd25yZXYueG1sUEsBAhQA&#10;FAAAAAgAh07iQA2TQVvwAQAAqQMAAA4AAAAAAAAAAQAgAAAAKQEAAGRycy9lMm9Eb2MueG1sUEsF&#10;BgAAAAAGAAYAWQEAAIs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3087370</wp:posOffset>
                </wp:positionH>
                <wp:positionV relativeFrom="paragraph">
                  <wp:posOffset>35560</wp:posOffset>
                </wp:positionV>
                <wp:extent cx="3238500" cy="1856740"/>
                <wp:effectExtent l="0" t="0" r="0" b="0"/>
                <wp:wrapNone/>
                <wp:docPr id="34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85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instrText xml:space="preserve">INCLUDEPICTURE \d "http://img1.gtimg.com/news/pics/hv1/201/237/2140/139214136.jpg" \* MERGEFORMATINET </w:instrTex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8572500" cy="5705475"/>
                                  <wp:effectExtent l="0" t="0" r="0" b="9525"/>
                                  <wp:docPr id="14" name="图片 3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3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72500" cy="5705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0" distR="0">
                                  <wp:extent cx="2997200" cy="1917065"/>
                                  <wp:effectExtent l="0" t="0" r="12700" b="6985"/>
                                  <wp:docPr id="3" name="图片 2" descr="146119531342373300_a640x3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图片 2" descr="146119531342373300_a640x36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97200" cy="19170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6" o:spid="_x0000_s1026" o:spt="202" type="#_x0000_t202" style="position:absolute;left:0pt;margin-left:243.1pt;margin-top:2.8pt;height:146.2pt;width:255pt;z-index:251670528;mso-width-relative:page;mso-height-relative:page;" filled="f" stroked="f" coordsize="21600,21600" o:gfxdata="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Sqzw51gAAAAkBAAAPAAAAAAAAAAEAIAAAACIAAABkcnMvZG93bnJl&#10;di54bWxQSwECFAAUAAAACACHTuJAvih2mv8BAADLAwAADgAAAAAAAAABACAAAAAlAQAAZHJzL2Uy&#10;b0RvYy54bWxQSwUGAAAAAAYABgBZAQAAl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instrText xml:space="preserve">INCLUDEPICTURE \d "http://img1.gtimg.com/news/pics/hv1/201/237/2140/139214136.jpg" \* MERGEFORMATINET </w:instrTex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8572500" cy="5705475"/>
                            <wp:effectExtent l="0" t="0" r="0" b="9525"/>
                            <wp:docPr id="14" name="图片 3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图片 3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72500" cy="5705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drawing>
                          <wp:inline distT="0" distB="0" distL="0" distR="0">
                            <wp:extent cx="2997200" cy="1917065"/>
                            <wp:effectExtent l="0" t="0" r="12700" b="6985"/>
                            <wp:docPr id="3" name="图片 2" descr="146119531342373300_a640x3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图片 2" descr="146119531342373300_a640x36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97200" cy="19170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6733540</wp:posOffset>
                </wp:positionH>
                <wp:positionV relativeFrom="paragraph">
                  <wp:posOffset>160020</wp:posOffset>
                </wp:positionV>
                <wp:extent cx="7153275" cy="335915"/>
                <wp:effectExtent l="0" t="0" r="9525" b="6985"/>
                <wp:wrapNone/>
                <wp:docPr id="31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信管理论研习会社刊 2016年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>14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 xml:space="preserve">日 星期五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  <w:lang w:val="en-US" w:eastAsia="zh-CN"/>
                              </w:rPr>
                              <w:t>2016年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</w:rPr>
                              <w:t>期 总第9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highlight w:val="yellow"/>
                              </w:rPr>
                              <w:t>期</w:t>
                            </w:r>
                            <w:r>
                              <w:rPr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本版编辑：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>曹欣然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530.2pt;margin-top:12.6pt;height:26.45pt;width:563.25pt;z-index:251642880;mso-width-relative:page;mso-height-relative:page;" fillcolor="#FFFFFF" filled="t" stroked="f" coordsize="21600,21600" o:gfxdata="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pxKsu2AAAAAsBAAAPAAAA&#10;AAAAAAEAIAAAACIAAABkcnMvZG93bnJldi54bWxQSwECFAAUAAAACACHTuJA9Oi8YxUCAAAABAAA&#10;DgAAAAAAAAABACAAAAAnAQAAZHJzL2Uyb0RvYy54bWxQSwUGAAAAAAYABgBZAQAAr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信管理论研习会社刊 2016年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月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lang w:val="en-US" w:eastAsia="zh-CN"/>
                        </w:rPr>
                        <w:t>14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 xml:space="preserve">日 星期五 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  <w:lang w:val="en-US" w:eastAsia="zh-CN"/>
                        </w:rPr>
                        <w:t>2016年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</w:rPr>
                        <w:t>第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</w:rPr>
                        <w:t>期 总第9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highlight w:val="yellow"/>
                        </w:rPr>
                        <w:t>期</w:t>
                      </w:r>
                      <w:r>
                        <w:rPr>
                          <w:b/>
                          <w:bCs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本版编辑：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lang w:val="en-US" w:eastAsia="zh-CN"/>
                        </w:rPr>
                        <w:t>曹欣然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6755765</wp:posOffset>
                </wp:positionH>
                <wp:positionV relativeFrom="paragraph">
                  <wp:posOffset>8890</wp:posOffset>
                </wp:positionV>
                <wp:extent cx="7156450" cy="635"/>
                <wp:effectExtent l="0" t="0" r="0" b="0"/>
                <wp:wrapNone/>
                <wp:docPr id="30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6450" cy="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531.95pt;margin-top:0.7pt;height:0.05pt;width:563.5pt;z-index:251649024;mso-width-relative:page;mso-height-relative:page;" filled="f" stroked="t" coordsize="21600,21600" o:gfxdata="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gZQ/B1wAA&#10;AAkBAAAPAAAAAAAAAAEAIAAAACIAAABkcnMvZG93bnJldi54bWxQSwECFAAUAAAACACHTuJAL17H&#10;huYBAACeAwAADgAAAAAAAAABACAAAAAmAQAAZHJzL2Uyb0RvYy54bWxQSwUGAAAAAAYABgBZAQAA&#10;fg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</w:t>
      </w:r>
      <w:r>
        <w:rPr>
          <w:rFonts w:ascii="Arial" w:hAnsi="Arial" w:cs="Arial"/>
          <w:lang w:val="en-US" w:eastAsia="zh-CN"/>
        </w:rPr>
        <w:t xml:space="preserve"> </w:t>
      </w:r>
      <w:r>
        <w:rPr>
          <w:rFonts w:hint="eastAsia"/>
        </w:rPr>
        <w:t xml:space="preserve">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9067800</wp:posOffset>
                </wp:positionV>
                <wp:extent cx="2215515" cy="487680"/>
                <wp:effectExtent l="0" t="0" r="0" b="0"/>
                <wp:wrapNone/>
                <wp:docPr id="35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551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日本网吧要引入一套基于Gear VR的</w:t>
                            </w:r>
                          </w:p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虚拟现实系统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217.5pt;margin-top:714pt;height:38.4pt;width:174.45pt;mso-wrap-style:none;z-index:251667456;mso-width-relative:page;mso-height-relative:page;" filled="f" stroked="f" coordsize="21600,21600" o:gfxdata="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I1xFLvZAAAADQEAAA8AAAAAAAAA&#10;AQAgAAAAIgAAAGRycy9kb3ducmV2LnhtbFBLAQIUABQAAAAIAIdO4kDdbLM/ngEAAA4DAAAOAAAA&#10;AAAAAAEAIAAAACg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日本网吧要引入一套基于Gear VR的</w:t>
                      </w:r>
                    </w:p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虚拟现实系统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9086850</wp:posOffset>
                </wp:positionV>
                <wp:extent cx="2247265" cy="487680"/>
                <wp:effectExtent l="0" t="0" r="0" b="0"/>
                <wp:wrapNone/>
                <wp:docPr id="24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26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VR看房！宜家将虚拟现实技术从游戏</w:t>
                            </w:r>
                          </w:p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带到了商场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6.25pt;margin-top:715.5pt;height:38.4pt;width:176.95pt;mso-wrap-style:none;z-index:251666432;mso-width-relative:page;mso-height-relative:page;" filled="f" stroked="f" coordsize="21600,21600" o:gfxdata="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s6sLUtcAAAAMAQAADwAAAAAAAAAB&#10;ACAAAAAiAAAAZHJzL2Rvd25yZXYueG1sUEsBAhQAFAAAAAgAh07iQCz0wnufAQAADw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VR看房！宜家将虚拟现实技术从游戏</w:t>
                      </w:r>
                    </w:p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带到了商场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9086850</wp:posOffset>
                </wp:positionV>
                <wp:extent cx="2247265" cy="487680"/>
                <wp:effectExtent l="0" t="0" r="0" b="0"/>
                <wp:wrapNone/>
                <wp:docPr id="23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26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VR看房！宜家将虚拟现实技术从游戏</w:t>
                            </w:r>
                          </w:p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带到了商场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6.25pt;margin-top:715.5pt;height:38.4pt;width:176.95pt;mso-wrap-style:none;z-index:251664384;mso-width-relative:page;mso-height-relative:page;" filled="f" stroked="f" coordsize="21600,21600" o:gfxdata="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s6sLUtcAAAAMAQAADwAAAAAAAAAB&#10;ACAAAAAiAAAAZHJzL2Rvd25yZXYueG1sUEsBAhQAFAAAAAgAh07iQBibN3KfAQAADw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VR看房！宜家将虚拟现实技术从游戏</w:t>
                      </w:r>
                    </w:p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带到了商场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</w:rPr>
        <w:t xml:space="preserve">                                                                           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6305550</wp:posOffset>
                </wp:positionH>
                <wp:positionV relativeFrom="paragraph">
                  <wp:posOffset>195580</wp:posOffset>
                </wp:positionV>
                <wp:extent cx="1257300" cy="2877820"/>
                <wp:effectExtent l="0" t="0" r="0" b="0"/>
                <wp:wrapNone/>
                <wp:docPr id="33" name="艺术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257300" cy="2877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10"/>
                              <w:jc w:val="center"/>
                              <w:rPr>
                                <w:rFonts w:hint="eastAsia" w:ascii="Baoli SC" w:eastAsia="Baoli SC"/>
                                <w:color w:val="F4B183" w:themeColor="accent2" w:themeTint="99"/>
                                <w:kern w:val="0"/>
                                <w14:textFill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Baoli SC" w:hAnsi="隶书" w:eastAsia="Baoli SC" w:cs="隶书"/>
                                <w:shadow/>
                                <w:color w:val="F4B183" w:themeColor="accent2" w:themeTint="99"/>
                                <w:sz w:val="72"/>
                                <w:szCs w:val="72"/>
                                <w14:shadow w14:blurRad="63500" w14:dist="99187" w14:dir="7788334" w14:sx="100000" w14:sy="100000" w14:kx="0" w14:ky="0" w14:algn="ctr">
                                  <w14:srgbClr w14:val="000080">
                                    <w14:alpha w14:val="20000"/>
                                  </w14:srgbClr>
                                </w14:shadow>
                                <w14:textFill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国际新闻</w:t>
                            </w:r>
                          </w:p>
                        </w:txbxContent>
                      </wps:txbx>
                      <wps:bodyPr vert="eaVert" wrap="square" fromWordAr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艺术字 22" o:spid="_x0000_s1026" o:spt="202" type="#_x0000_t202" style="position:absolute;left:0pt;margin-left:496.5pt;margin-top:15.4pt;height:226.6pt;width:99pt;z-index:251660288;mso-width-relative:page;mso-height-relative:page;" filled="f" stroked="f" coordsize="21600,21600" o:gfxdata="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ePUxP9sAAAALAQAADwAAAAAA&#10;AAABACAAAAAiAAAAZHJzL2Rvd25yZXYueG1sUEsBAhQAFAAAAAgAh07iQANH2q/XAQAAbgMAAA4A&#10;AAAAAAAAAQAgAAAAKgEAAGRycy9lMm9Eb2MueG1sUEsFBgAAAAAGAAYAWQEAAHMFAAAAAA=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pStyle w:val="10"/>
                        <w:jc w:val="center"/>
                        <w:rPr>
                          <w:rFonts w:hint="eastAsia" w:ascii="Baoli SC" w:eastAsia="Baoli SC"/>
                          <w:color w:val="F4B183" w:themeColor="accent2" w:themeTint="99"/>
                          <w:kern w:val="0"/>
                          <w14:textFill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Baoli SC" w:hAnsi="隶书" w:eastAsia="Baoli SC" w:cs="隶书"/>
                          <w:shadow/>
                          <w:color w:val="F4B183" w:themeColor="accent2" w:themeTint="99"/>
                          <w:sz w:val="72"/>
                          <w:szCs w:val="72"/>
                          <w14:shadow w14:blurRad="63500" w14:dist="99187" w14:dir="7788334" w14:sx="100000" w14:sy="100000" w14:kx="0" w14:ky="0" w14:algn="ctr">
                            <w14:srgbClr w14:val="000080">
                              <w14:alpha w14:val="20000"/>
                            </w14:srgbClr>
                          </w14:shadow>
                          <w14:textFill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国际新闻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12012930</wp:posOffset>
                </wp:positionH>
                <wp:positionV relativeFrom="paragraph">
                  <wp:posOffset>106045</wp:posOffset>
                </wp:positionV>
                <wp:extent cx="1835785" cy="688340"/>
                <wp:effectExtent l="0" t="0" r="0" b="0"/>
                <wp:wrapThrough wrapText="bothSides">
                  <wp:wrapPolygon>
                    <wp:start x="299" y="0"/>
                    <wp:lineTo x="299" y="20723"/>
                    <wp:lineTo x="20920" y="20723"/>
                    <wp:lineTo x="20920" y="0"/>
                    <wp:lineTo x="299" y="0"/>
                  </wp:wrapPolygon>
                </wp:wrapThrough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688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0"/>
                              <w:ind w:left="1"/>
                              <w:jc w:val="distribute"/>
                              <w:rPr>
                                <w:rFonts w:hint="eastAsia" w:ascii="Baoli SC" w:hAnsi="Hiragino Sans GB W3" w:eastAsia="Baoli SC" w:cs="华文隶书"/>
                                <w:b/>
                                <w:color w:val="5B9BD5" w:themeColor="accent1"/>
                                <w:sz w:val="56"/>
                                <w:szCs w:val="56"/>
                                <w14:glow w14:rad="0">
                                  <w14:srgbClr w14:val="000000"/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Baoli SC" w:hAnsi="Hiragino Sans GB W3" w:eastAsia="Baoli SC" w:cs="华文隶书"/>
                                <w:b/>
                                <w:color w:val="5B9BD5" w:themeColor="accent1"/>
                                <w:sz w:val="56"/>
                                <w:szCs w:val="56"/>
                                <w14:glow w14:rad="0">
                                  <w14:srgbClr w14:val="000000"/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本期导读</w:t>
                            </w:r>
                          </w:p>
                          <w:p>
                            <w:pPr>
                              <w:rPr>
                                <w:rFonts w:hint="eastAsia" w:ascii="Baoli SC" w:eastAsia="Baoli SC"/>
                                <w:color w:val="9DC3E6" w:themeColor="accent1" w:themeTint="99"/>
                                <w14:textFill>
                                  <w14:solidFill>
                                    <w14:schemeClr w14:val="accent1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5.9pt;margin-top:8.35pt;height:54.2pt;width:144.55pt;mso-wrap-distance-left:9pt;mso-wrap-distance-right:9pt;z-index:251679744;mso-width-relative:page;mso-height-relative:page;" filled="f" stroked="f" coordsize="21600,21600" wrapcoords="299 0 299 20723 20920 20723 20920 0 299 0" o:gfxdata="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4AsFHXAAAA&#10;DAEAAA8AAAAAAAAAAQAgAAAAIgAAAGRycy9kb3ducmV2LnhtbFBLAQIUABQAAAAIAIdO4kDw+uGh&#10;HgIAAB8EAAAOAAAAAAAAAAEAIAAAACY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ind w:left="1"/>
                        <w:jc w:val="distribute"/>
                        <w:rPr>
                          <w:rFonts w:hint="eastAsia" w:ascii="Baoli SC" w:hAnsi="Hiragino Sans GB W3" w:eastAsia="Baoli SC" w:cs="华文隶书"/>
                          <w:b/>
                          <w:color w:val="5B9BD5" w:themeColor="accent1"/>
                          <w:sz w:val="56"/>
                          <w:szCs w:val="56"/>
                          <w14:glow w14:rad="0">
                            <w14:srgbClr w14:val="000000"/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Baoli SC" w:hAnsi="Hiragino Sans GB W3" w:eastAsia="Baoli SC" w:cs="华文隶书"/>
                          <w:b/>
                          <w:color w:val="5B9BD5" w:themeColor="accent1"/>
                          <w:sz w:val="56"/>
                          <w:szCs w:val="56"/>
                          <w14:glow w14:rad="0">
                            <w14:srgbClr w14:val="000000"/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1"/>
                            </w14:solidFill>
                          </w14:textFill>
                          <w14:props3d w14:extrusionH="0" w14:contourW="0" w14:prstMaterial="clear"/>
                        </w:rPr>
                        <w:t>本期导读</w:t>
                      </w:r>
                    </w:p>
                    <w:p>
                      <w:pPr>
                        <w:rPr>
                          <w:rFonts w:hint="eastAsia" w:ascii="Baoli SC" w:eastAsia="Baoli SC"/>
                          <w:color w:val="9DC3E6" w:themeColor="accent1" w:themeTint="99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7302500</wp:posOffset>
                </wp:positionH>
                <wp:positionV relativeFrom="paragraph">
                  <wp:posOffset>68580</wp:posOffset>
                </wp:positionV>
                <wp:extent cx="4855845" cy="3398520"/>
                <wp:effectExtent l="0" t="0" r="20955" b="30480"/>
                <wp:wrapSquare wrapText="bothSides"/>
                <wp:docPr id="22" name="自选图形 18" descr="十二五计划编制工作启动&#10;新疆发现逾两百米单煤层&#10;江苏斥41亿美元在台采购&#10;奥巴马对话中国青年&#10;中国文字博物馆本月16日开馆&#10;台湾将建首座海底地震站&#10;中美元首会晤并会见记者&#10;首批女航天员初选完成&#10;南方不会重现去年雪灾&#10;毛蒋后代握手言欢&#10;中文域名或于2010年投入使用&#10;十大需求大学生专业发布&#10;60件奥运珍品月底拍卖&#10;我国首个超级计算中心开建&#10;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5845" cy="3398520"/>
                        </a:xfrm>
                        <a:prstGeom prst="verticalScroll">
                          <a:avLst>
                            <a:gd name="adj" fmla="val 7648"/>
                          </a:avLst>
                        </a:prstGeom>
                        <a:noFill/>
                        <a:ln w="25400" cmpd="sng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97" alt="十二五计划编制工作启动&#10;新疆发现逾两百米单煤层&#10;江苏斥41亿美元在台采购&#10;奥巴马对话中国青年&#10;中国文字博物馆本月16日开馆&#10;台湾将建首座海底地震站&#10;中美元首会晤并会见记者&#10;首批女航天员初选完成&#10;南方不会重现去年雪灾&#10;毛蒋后代握手言欢&#10;中文域名或于2010年投入使用&#10;十大需求大学生专业发布&#10;60件奥运珍品月底拍卖&#10;我国首个超级计算中心开建&#10;" type="#_x0000_t97" style="position:absolute;left:0pt;margin-left:575pt;margin-top:5.4pt;height:267.6pt;width:382.35pt;mso-wrap-distance-bottom:0pt;mso-wrap-distance-left:9pt;mso-wrap-distance-right:9pt;mso-wrap-distance-top:0pt;z-index:251658240;mso-width-relative:page;mso-height-relative:page;" filled="f" stroked="t" coordsize="21600,21600" o:gfxdata="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" adj="1652">
                <v:fill on="f" focussize="0,0"/>
                <v:stroke weight="2pt" color="#F8CBAD [1301]" joinstyle="round"/>
                <v:imagedata o:title=""/>
                <o:lock v:ext="edit" aspectratio="f"/>
                <w10:wrap type="square"/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69850</wp:posOffset>
                </wp:positionV>
                <wp:extent cx="4114800" cy="2802890"/>
                <wp:effectExtent l="0" t="0" r="0" b="0"/>
                <wp:wrapSquare wrapText="bothSides"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80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7"/>
                              <w:spacing w:line="400" w:lineRule="exact"/>
                              <w:rPr>
                                <w:rFonts w:hint="eastAsia" w:ascii="Hiragino Sans GB W3" w:hAnsi="Hiragino Sans GB W3" w:eastAsia="Hiragino Sans GB W3"/>
                                <w:b/>
                                <w:bCs/>
                                <w:color w:val="C55A11" w:themeColor="accen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Hiragino Sans GB W3" w:hAnsi="Hiragino Sans GB W3" w:eastAsia="Hiragino Sans GB W3"/>
                                <w:b/>
                                <w:bCs/>
                                <w:color w:val="C55A11" w:themeColor="accent2" w:themeShade="BF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hint="eastAsia" w:ascii="Hiragino Sans GB W3" w:hAnsi="Hiragino Sans GB W3" w:eastAsia="Hiragino Sans GB W3"/>
                                <w:b/>
                                <w:bCs/>
                                <w:color w:val="C55A11" w:themeColor="accent2" w:themeShade="BF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C55A11" w:themeColor="accent2" w:themeShade="BF"/>
                                <w:kern w:val="0"/>
                                <w:sz w:val="28"/>
                                <w:szCs w:val="28"/>
                              </w:rPr>
                              <w:t xml:space="preserve"> 9月5日晚，习近平主席正式宣布二十国集团（G20）领导人杭州峰会落下帷幕。</w:t>
                            </w:r>
                          </w:p>
                          <w:p>
                            <w:pPr>
                              <w:pStyle w:val="27"/>
                              <w:spacing w:line="400" w:lineRule="exact"/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C55A11" w:themeColor="accen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C55A11" w:themeColor="accent2" w:themeShade="BF"/>
                                <w:sz w:val="28"/>
                                <w:szCs w:val="28"/>
                              </w:rPr>
                              <w:t xml:space="preserve">2. </w:t>
                            </w:r>
                            <w:r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C55A11" w:themeColor="accent2" w:themeShade="BF"/>
                                <w:kern w:val="0"/>
                                <w:sz w:val="28"/>
                                <w:szCs w:val="28"/>
                              </w:rPr>
                              <w:t>巴西参议院当地时间8月31日通过最终表决，罢免迪尔玛·罗塞夫总统职务，代总统米歇尔·特梅尔就任总统。</w:t>
                            </w:r>
                          </w:p>
                          <w:p>
                            <w:pPr>
                              <w:pStyle w:val="27"/>
                              <w:spacing w:line="400" w:lineRule="exact"/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C55A11" w:themeColor="accent2" w:themeShade="BF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C55A11" w:themeColor="accent2" w:themeShade="BF"/>
                                <w:sz w:val="28"/>
                                <w:szCs w:val="28"/>
                              </w:rPr>
                              <w:t>3.</w:t>
                            </w:r>
                            <w:r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C55A11" w:themeColor="accent2" w:themeShade="BF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iragino Sans GB W3" w:hAnsi="Hiragino Sans GB W3" w:eastAsia="Hiragino Sans GB W3"/>
                                <w:b/>
                                <w:bCs/>
                                <w:color w:val="C55A11" w:themeColor="accent2" w:themeShade="BF"/>
                                <w:sz w:val="28"/>
                                <w:szCs w:val="28"/>
                              </w:rPr>
                              <w:t>希拉里和特朗普的首场电视辩论在当地时间9月26日晚举行，可能高达1亿人观看这场辩论。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Hiragino Sans GB W3" w:hAnsi="Hiragino Sans GB W3" w:eastAsia="Hiragino Sans GB W3"/>
                                <w:b/>
                                <w:bCs/>
                                <w:color w:val="C55A11" w:themeColor="accent2" w:themeShade="BF"/>
                              </w:rPr>
                            </w:pPr>
                            <w:r>
                              <w:rPr>
                                <w:rFonts w:hint="eastAsia" w:ascii="Hiragino Sans GB W3" w:hAnsi="Hiragino Sans GB W3" w:eastAsia="Hiragino Sans GB W3"/>
                                <w:b/>
                                <w:bCs/>
                                <w:color w:val="C55A11" w:themeColor="accent2" w:themeShade="BF"/>
                                <w:sz w:val="28"/>
                                <w:szCs w:val="28"/>
                              </w:rPr>
                              <w:t>4.</w:t>
                            </w:r>
                            <w:r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C55A11" w:themeColor="accent2" w:themeShade="BF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C55A11" w:themeColor="accent2" w:themeShade="BF"/>
                                <w:sz w:val="28"/>
                                <w:szCs w:val="28"/>
                              </w:rPr>
                              <w:t>当地时间3日中午11时30分，2016年诺贝尔生理学或医学奖授予日本分子细胞生物学家大隅良典，以表彰他发现了细胞自噬的机制。 </w:t>
                            </w:r>
                            <w:r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C55A11" w:themeColor="accent2" w:themeShade="BF"/>
                                <w:sz w:val="26"/>
                                <w:szCs w:val="26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3pt;margin-top:5.5pt;height:220.7pt;width:324pt;mso-wrap-distance-bottom:0pt;mso-wrap-distance-left:9pt;mso-wrap-distance-right:9pt;mso-wrap-distance-top:0pt;z-index:251684864;mso-width-relative:page;mso-height-relative:page;" filled="f" stroked="f" coordsize="21600,21600" o:gfxdata="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wmx5dNYAAAAM&#10;AQAADwAAAAAAAAABACAAAAAiAAAAZHJzL2Rvd25yZXYueG1sUEsBAhQAFAAAAAgAh07iQMR2v/Ye&#10;AgAAIAQAAA4AAAAAAAAAAQAgAAAAJQEAAGRycy9lMm9Eb2MueG1sUEsFBgAAAAAGAAYAWQEAALU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7"/>
                        <w:spacing w:line="400" w:lineRule="exact"/>
                        <w:rPr>
                          <w:rFonts w:hint="eastAsia" w:ascii="Hiragino Sans GB W3" w:hAnsi="Hiragino Sans GB W3" w:eastAsia="Hiragino Sans GB W3"/>
                          <w:b/>
                          <w:bCs/>
                          <w:color w:val="C55A11" w:themeColor="accent2" w:themeShade="BF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Hiragino Sans GB W3" w:hAnsi="Hiragino Sans GB W3" w:eastAsia="Hiragino Sans GB W3"/>
                          <w:b/>
                          <w:bCs/>
                          <w:color w:val="C55A11" w:themeColor="accent2" w:themeShade="BF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hint="eastAsia" w:ascii="Hiragino Sans GB W3" w:hAnsi="Hiragino Sans GB W3" w:eastAsia="Hiragino Sans GB W3"/>
                          <w:b/>
                          <w:bCs/>
                          <w:color w:val="C55A11" w:themeColor="accent2" w:themeShade="BF"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C55A11" w:themeColor="accent2" w:themeShade="BF"/>
                          <w:kern w:val="0"/>
                          <w:sz w:val="28"/>
                          <w:szCs w:val="28"/>
                        </w:rPr>
                        <w:t xml:space="preserve"> 9月5日晚，习近平主席正式宣布二十国集团（G20）领导人杭州峰会落下帷幕。</w:t>
                      </w:r>
                    </w:p>
                    <w:p>
                      <w:pPr>
                        <w:pStyle w:val="27"/>
                        <w:spacing w:line="400" w:lineRule="exact"/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C55A11" w:themeColor="accent2" w:themeShade="BF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C55A11" w:themeColor="accent2" w:themeShade="BF"/>
                          <w:sz w:val="28"/>
                          <w:szCs w:val="28"/>
                        </w:rPr>
                        <w:t xml:space="preserve">2. </w:t>
                      </w:r>
                      <w:r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C55A11" w:themeColor="accent2" w:themeShade="BF"/>
                          <w:kern w:val="0"/>
                          <w:sz w:val="28"/>
                          <w:szCs w:val="28"/>
                        </w:rPr>
                        <w:t>巴西参议院当地时间8月31日通过最终表决，罢免迪尔玛·罗塞夫总统职务，代总统米歇尔·特梅尔就任总统。</w:t>
                      </w:r>
                    </w:p>
                    <w:p>
                      <w:pPr>
                        <w:pStyle w:val="27"/>
                        <w:spacing w:line="400" w:lineRule="exact"/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C55A11" w:themeColor="accent2" w:themeShade="BF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C55A11" w:themeColor="accent2" w:themeShade="BF"/>
                          <w:sz w:val="28"/>
                          <w:szCs w:val="28"/>
                        </w:rPr>
                        <w:t>3.</w:t>
                      </w:r>
                      <w:r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C55A11" w:themeColor="accent2" w:themeShade="BF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Hiragino Sans GB W3" w:hAnsi="Hiragino Sans GB W3" w:eastAsia="Hiragino Sans GB W3"/>
                          <w:b/>
                          <w:bCs/>
                          <w:color w:val="C55A11" w:themeColor="accent2" w:themeShade="BF"/>
                          <w:sz w:val="28"/>
                          <w:szCs w:val="28"/>
                        </w:rPr>
                        <w:t>希拉里和特朗普的首场电视辩论在当地时间9月26日晚举行，可能高达1亿人观看这场辩论。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Hiragino Sans GB W3" w:hAnsi="Hiragino Sans GB W3" w:eastAsia="Hiragino Sans GB W3"/>
                          <w:b/>
                          <w:bCs/>
                          <w:color w:val="C55A11" w:themeColor="accent2" w:themeShade="BF"/>
                        </w:rPr>
                      </w:pPr>
                      <w:r>
                        <w:rPr>
                          <w:rFonts w:hint="eastAsia" w:ascii="Hiragino Sans GB W3" w:hAnsi="Hiragino Sans GB W3" w:eastAsia="Hiragino Sans GB W3"/>
                          <w:b/>
                          <w:bCs/>
                          <w:color w:val="C55A11" w:themeColor="accent2" w:themeShade="BF"/>
                          <w:sz w:val="28"/>
                          <w:szCs w:val="28"/>
                        </w:rPr>
                        <w:t>4.</w:t>
                      </w:r>
                      <w:r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C55A11" w:themeColor="accent2" w:themeShade="BF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C55A11" w:themeColor="accent2" w:themeShade="BF"/>
                          <w:sz w:val="28"/>
                          <w:szCs w:val="28"/>
                        </w:rPr>
                        <w:t>当地时间3日中午11时30分，2016年诺贝尔生理学或医学奖授予日本分子细胞生物学家大隅良典，以表彰他发现了细胞自噬的机制。 </w:t>
                      </w:r>
                      <w:r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C55A11" w:themeColor="accent2" w:themeShade="BF"/>
                          <w:sz w:val="26"/>
                          <w:szCs w:val="26"/>
                        </w:rPr>
                        <w:t>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 xml:space="preserve">   </w:t>
      </w:r>
    </w:p>
    <w:p>
      <w:pPr>
        <w:ind w:firstLine="5040" w:firstLineChars="240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3134995</wp:posOffset>
                </wp:positionH>
                <wp:positionV relativeFrom="paragraph">
                  <wp:posOffset>1484630</wp:posOffset>
                </wp:positionV>
                <wp:extent cx="3038475" cy="1904365"/>
                <wp:effectExtent l="0" t="0" r="0" b="0"/>
                <wp:wrapNone/>
                <wp:docPr id="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90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instrText xml:space="preserve">INCLUDEPICTURE \d "http://img1.gtimg.com/17/1784/178401/17840117_980x1200_0.jpg" \* MERGEFORMATINET </w:instrTex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5238750" cy="3257550"/>
                                  <wp:effectExtent l="0" t="0" r="0" b="0"/>
                                  <wp:docPr id="29" name="图片 8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图片 8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38750" cy="3257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0" distR="0">
                                  <wp:extent cx="2984500" cy="1888490"/>
                                  <wp:effectExtent l="0" t="0" r="6350" b="16510"/>
                                  <wp:docPr id="4" name="图片 5" descr="146123067368829100_a640x3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5" descr="146123067368829100_a640x36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84500" cy="1888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0" o:spid="_x0000_s1026" o:spt="202" type="#_x0000_t202" style="position:absolute;left:0pt;margin-left:246.85pt;margin-top:116.9pt;height:149.95pt;width:239.25pt;z-index:251674624;mso-width-relative:page;mso-height-relative:page;" filled="f" stroked="f" coordsize="21600,21600" o:gfxdata="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Kypi+2QAAAAsBAAAPAAAAAAAAAAEAIAAAACIAAABkcnMvZG93&#10;bnJldi54bWxQSwECFAAUAAAACACHTuJA3D10Df8BAADLAwAADgAAAAAAAAABACAAAAAoAQAAZHJz&#10;L2Uyb0RvYy54bWxQSwUGAAAAAAYABgBZAQAAm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instrText xml:space="preserve">INCLUDEPICTURE \d "http://img1.gtimg.com/17/1784/178401/17840117_980x1200_0.jpg" \* MERGEFORMATINET </w:instrTex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5238750" cy="3257550"/>
                            <wp:effectExtent l="0" t="0" r="0" b="0"/>
                            <wp:docPr id="29" name="图片 8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图片 8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38750" cy="3257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drawing>
                          <wp:inline distT="0" distB="0" distL="0" distR="0">
                            <wp:extent cx="2984500" cy="1888490"/>
                            <wp:effectExtent l="0" t="0" r="6350" b="16510"/>
                            <wp:docPr id="4" name="图片 5" descr="146123067368829100_a640x3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5" descr="146123067368829100_a640x36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84500" cy="18884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3371215</wp:posOffset>
                </wp:positionV>
                <wp:extent cx="3037205" cy="685800"/>
                <wp:effectExtent l="6350" t="6350" r="23495" b="12700"/>
                <wp:wrapNone/>
                <wp:docPr id="1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20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缅甸发现近200吨玉原石 有2间房子大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-12.85pt;margin-top:265.45pt;height:54pt;width:239.15pt;z-index:251673600;mso-width-relative:page;mso-height-relative:page;" fillcolor="#FFFFFF" filled="t" stroked="t" coordsize="21600,21600" o:gfxdata="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D2J03cAAAACwEA&#10;AA8AAAAAAAAAAQAgAAAAIgAAAGRycy9kb3ducmV2LnhtbFBLAQIUABQAAAAIAIdO4kA8S5npTwIA&#10;AIIEAAAOAAAAAAAAAAEAIAAAACsBAABkcnMvZTJvRG9jLnhtbFBLBQYAAAAABgAGAFkBAADsBQAA&#10;AAA=&#10;">
                <v:fill on="t" focussize="0,0"/>
                <v:stroke weight="1pt" color="#41719C [3204]" joinstyle="round" dashstyle="1 1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缅甸发现近200吨玉原石 有2间房子大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1439545</wp:posOffset>
                </wp:positionV>
                <wp:extent cx="3086100" cy="1962150"/>
                <wp:effectExtent l="4445" t="4445" r="0" b="1905"/>
                <wp:wrapNone/>
                <wp:docPr id="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96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instrText xml:space="preserve">INCLUDEPICTURE \d "http://inews.gtimg.com/newsapp_bt/0/680908767/1000" \* MERGEFORMATINET </w:instrTex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9144000" cy="6858000"/>
                                  <wp:effectExtent l="0" t="0" r="0" b="0"/>
                                  <wp:docPr id="26" name="图片 6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图片 6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44000" cy="685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0" distR="0">
                                  <wp:extent cx="3124200" cy="1778000"/>
                                  <wp:effectExtent l="0" t="0" r="0" b="0"/>
                                  <wp:docPr id="5" name="图片 3" descr="146121708127594500_a640x3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3" descr="146121708127594500_a640x36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24200" cy="177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8" o:spid="_x0000_s1026" o:spt="202" type="#_x0000_t202" style="position:absolute;left:0pt;margin-left:-15.65pt;margin-top:113.35pt;height:154.5pt;width:243pt;z-index:251672576;mso-width-relative:page;mso-height-relative:page;" filled="f" stroked="f" coordsize="21600,21600" o:gfxdata="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oSZU92AAAAAsBAAAPAAAAAAAAAAEAIAAAACIAAABkcnMvZG93bnJl&#10;di54bWxQSwECFAAUAAAACACHTuJA+uylIP0BAADLAwAADgAAAAAAAAABACAAAAAnAQAAZHJzL2Uy&#10;b0RvYy54bWxQSwUGAAAAAAYABgBZAQAAl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instrText xml:space="preserve">INCLUDEPICTURE \d "http://inews.gtimg.com/newsapp_bt/0/680908767/1000" \* MERGEFORMATINET </w:instrTex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9144000" cy="6858000"/>
                            <wp:effectExtent l="0" t="0" r="0" b="0"/>
                            <wp:docPr id="26" name="图片 6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" name="图片 6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44000" cy="685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drawing>
                          <wp:inline distT="0" distB="0" distL="0" distR="0">
                            <wp:extent cx="3124200" cy="1778000"/>
                            <wp:effectExtent l="0" t="0" r="0" b="0"/>
                            <wp:docPr id="5" name="图片 3" descr="146121708127594500_a640x3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3" descr="146121708127594500_a640x36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24200" cy="177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3151505</wp:posOffset>
                </wp:positionH>
                <wp:positionV relativeFrom="paragraph">
                  <wp:posOffset>685800</wp:posOffset>
                </wp:positionV>
                <wp:extent cx="3010535" cy="637540"/>
                <wp:effectExtent l="6350" t="6350" r="12065" b="22860"/>
                <wp:wrapNone/>
                <wp:docPr id="17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053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Cs/>
                                <w:sz w:val="8"/>
                                <w:szCs w:val="1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泰国国王普密蓬去世 民众街头伤心痛哭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248.15pt;margin-top:54pt;height:50.2pt;width:237.05pt;z-index:251671552;mso-width-relative:page;mso-height-relative:page;" fillcolor="#FFFFFF" filled="t" stroked="t" coordsize="21600,21600" o:gfxdata="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dVjBPaAAAACwEAAA8A&#10;AAAAAAAAAQAgAAAAIgAAAGRycy9kb3ducmV2LnhtbFBLAQIUABQAAAAIAIdO4kC/232aTgIAAIIE&#10;AAAOAAAAAAAAAAEAIAAAACkBAABkcnMvZTJvRG9jLnhtbFBLBQYAAAAABgAGAFkBAADpBQAAAAA=&#10;">
                <v:fill on="t" focussize="0,0"/>
                <v:stroke weight="1pt" color="#41719C [3204]" joinstyle="round" dashstyle="1 1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Cs/>
                          <w:sz w:val="8"/>
                          <w:szCs w:val="1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泰国国王普密蓬去世 民众街头伤心痛哭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-210820</wp:posOffset>
                </wp:positionH>
                <wp:positionV relativeFrom="paragraph">
                  <wp:posOffset>687705</wp:posOffset>
                </wp:positionV>
                <wp:extent cx="3076575" cy="648335"/>
                <wp:effectExtent l="6350" t="6350" r="22225" b="12065"/>
                <wp:wrapNone/>
                <wp:docPr id="16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越南妇女走私60余只野生刺猬 被广西海关查获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-16.6pt;margin-top:54.15pt;height:51.05pt;width:242.25pt;z-index:251669504;mso-width-relative:page;mso-height-relative:page;" fillcolor="#FFFFFF" filled="t" stroked="t" coordsize="21600,21600" o:gfxdata="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tC3IXaAAAACwEAAA8A&#10;AAAAAAAAAQAgAAAAIgAAAGRycy9kb3ducmV2LnhtbFBLAQIUABQAAAAIAIdO4kCn7QFuTgIAAIME&#10;AAAOAAAAAAAAAAEAIAAAACkBAABkcnMvZTJvRG9jLnhtbFBLBQYAAAAABgAGAFkBAADpBQAAAAA=&#10;">
                <v:fill on="t" focussize="0,0"/>
                <v:stroke weight="1pt" color="#41719C [3204]" joinstyle="round" dashstyle="1 1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越南妇女走私60余只野生刺猬 被广西海关查获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9086850</wp:posOffset>
                </wp:positionV>
                <wp:extent cx="2247265" cy="487680"/>
                <wp:effectExtent l="0" t="0" r="0" b="0"/>
                <wp:wrapNone/>
                <wp:docPr id="15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26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VR看房！宜家将虚拟现实技术从游戏</w:t>
                            </w:r>
                          </w:p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带到了商场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6.25pt;margin-top:715.5pt;height:38.4pt;width:176.95pt;mso-wrap-style:none;z-index:251665408;mso-width-relative:page;mso-height-relative:page;" filled="f" stroked="f" coordsize="21600,21600" o:gfxdata="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zqwtS1wAAAAwBAAAPAAAAAAAAAAEA&#10;IAAAACIAAABkcnMvZG93bnJldi54bWxQSwECFAAUAAAACACHTuJABI/p5J4BAAAPAwAADgAAAAAA&#10;AAABACAAAAAmAQAAZHJzL2Uyb0RvYy54bWxQSwUGAAAAAAYABgBZAQAAN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VR看房！宜家将虚拟现实技术从游戏</w:t>
                      </w:r>
                    </w:p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带到了商场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9086850</wp:posOffset>
                </wp:positionV>
                <wp:extent cx="2247265" cy="487680"/>
                <wp:effectExtent l="0" t="0" r="0" b="0"/>
                <wp:wrapNone/>
                <wp:docPr id="36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26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VR看房！宜家将虚拟现实技术从游戏</w:t>
                            </w:r>
                          </w:p>
                          <w:p>
                            <w:pPr>
                              <w:pStyle w:val="10"/>
                              <w:jc w:val="left"/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方正兰亭黑简体" w:hAnsi="Times New Roman" w:eastAsia="方正兰亭黑简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带到了商场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6.25pt;margin-top:715.5pt;height:38.4pt;width:176.95pt;mso-wrap-style:none;z-index:251663360;mso-width-relative:page;mso-height-relative:page;" filled="f" stroked="f" coordsize="21600,21600" o:gfxdata="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s6sLUtcAAAAMAQAADwAAAAAAAAAB&#10;ACAAAAAiAAAAZHJzL2Rvd25yZXYueG1sUEsBAhQAFAAAAAgAh07iQOcFWL+fAQAADw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VR看房！宜家将虚拟现实技术从游戏</w:t>
                      </w:r>
                    </w:p>
                    <w:p>
                      <w:pPr>
                        <w:pStyle w:val="10"/>
                        <w:jc w:val="left"/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方正兰亭黑简体" w:hAnsi="Times New Roman" w:eastAsia="方正兰亭黑简体"/>
                          <w:color w:val="000000"/>
                          <w:kern w:val="24"/>
                          <w:sz w:val="20"/>
                          <w:szCs w:val="20"/>
                        </w:rPr>
                        <w:t>带到了商场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12027535</wp:posOffset>
                </wp:positionH>
                <wp:positionV relativeFrom="paragraph">
                  <wp:posOffset>19685</wp:posOffset>
                </wp:positionV>
                <wp:extent cx="1899920" cy="1743710"/>
                <wp:effectExtent l="6350" t="6350" r="17780" b="21590"/>
                <wp:wrapNone/>
                <wp:docPr id="11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174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Baoli SC" w:eastAsia="Baoli SC"/>
                                <w:b/>
                                <w:bCs/>
                                <w:color w:val="FFC000" w:themeColor="accent4"/>
                                <w:sz w:val="28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Baoli SC" w:eastAsia="Baoli SC"/>
                                <w:b/>
                                <w:bCs/>
                                <w:color w:val="FFC000" w:themeColor="accent4"/>
                                <w:sz w:val="28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第一版 一句话新闻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Baoli SC" w:eastAsia="Baoli SC"/>
                                <w:b/>
                                <w:bCs/>
                                <w:color w:val="FFC000" w:themeColor="accent4"/>
                                <w:sz w:val="28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Baoli SC" w:eastAsia="Baoli SC"/>
                                <w:b/>
                                <w:bCs/>
                                <w:color w:val="FFC000" w:themeColor="accent4"/>
                                <w:sz w:val="28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第二版 主题聚集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Baoli SC" w:eastAsia="Baoli SC"/>
                                <w:b/>
                                <w:bCs/>
                                <w:color w:val="FFC000" w:themeColor="accent4"/>
                                <w:sz w:val="28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Baoli SC" w:eastAsia="Baoli SC"/>
                                <w:b/>
                                <w:bCs/>
                                <w:color w:val="FFC000" w:themeColor="accent4"/>
                                <w:sz w:val="28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第三版 人物透视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Baoli SC" w:eastAsia="Baoli SC"/>
                                <w:b/>
                                <w:bCs/>
                                <w:color w:val="FFC000" w:themeColor="accent4"/>
                                <w:sz w:val="28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Baoli SC" w:eastAsia="Baoli SC"/>
                                <w:b/>
                                <w:bCs/>
                                <w:color w:val="FFC000" w:themeColor="accent4"/>
                                <w:sz w:val="28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第四版 图片新闻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Baoli SC" w:eastAsia="Baoli SC"/>
                                <w:b/>
                                <w:bCs/>
                                <w:color w:val="FFC000" w:themeColor="accent4"/>
                                <w:sz w:val="28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Baoli SC" w:eastAsia="Baoli SC"/>
                                <w:b/>
                                <w:bCs/>
                                <w:color w:val="FFC000" w:themeColor="accent4"/>
                                <w:sz w:val="28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    知识拓展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华文隶书" w:eastAsia="华文隶书"/>
                                <w:color w:val="FFC000" w:themeColor="accent4"/>
                                <w:sz w:val="30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华文隶书" w:eastAsia="华文隶书"/>
                                <w:color w:val="FFC000" w:themeColor="accent4"/>
                                <w:sz w:val="30"/>
                                <w:szCs w:val="30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rPr>
                                <w:rFonts w:hint="eastAsia" w:ascii="华文隶书" w:eastAsia="华文隶书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947.05pt;margin-top:1.55pt;height:137.3pt;width:149.6pt;z-index:251653120;mso-width-relative:page;mso-height-relative:page;" fillcolor="#FFFFFF" filled="t" stroked="t" coordsize="21600,21600" o:gfxdata="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NJavD9sA&#10;AAALAQAADwAAAAAAAAABACAAAAAiAAAAZHJzL2Rvd25yZXYueG1sUEsBAhQAFAAAAAgAh07iQLWl&#10;Xw9VAgAAkQQAAA4AAAAAAAAAAQAgAAAAKgEAAGRycy9lMm9Eb2MueG1sUEsFBgAAAAAGAAYAWQEA&#10;APEFAAAAAA==&#10;">
                <v:fill on="t" focussize="0,0"/>
                <v:stroke weight="1pt" color="#41719C [3204]" miterlimit="8" joinstyle="miter" dashstyle="1 1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Baoli SC" w:eastAsia="Baoli SC"/>
                          <w:b/>
                          <w:bCs/>
                          <w:color w:val="FFC000" w:themeColor="accent4"/>
                          <w:sz w:val="28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Baoli SC" w:eastAsia="Baoli SC"/>
                          <w:b/>
                          <w:bCs/>
                          <w:color w:val="FFC000" w:themeColor="accent4"/>
                          <w:sz w:val="28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  <w:t>第一版 一句话新闻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Baoli SC" w:eastAsia="Baoli SC"/>
                          <w:b/>
                          <w:bCs/>
                          <w:color w:val="FFC000" w:themeColor="accent4"/>
                          <w:sz w:val="28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Baoli SC" w:eastAsia="Baoli SC"/>
                          <w:b/>
                          <w:bCs/>
                          <w:color w:val="FFC000" w:themeColor="accent4"/>
                          <w:sz w:val="28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  <w:t>第二版 主题聚集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Baoli SC" w:eastAsia="Baoli SC"/>
                          <w:b/>
                          <w:bCs/>
                          <w:color w:val="FFC000" w:themeColor="accent4"/>
                          <w:sz w:val="28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Baoli SC" w:eastAsia="Baoli SC"/>
                          <w:b/>
                          <w:bCs/>
                          <w:color w:val="FFC000" w:themeColor="accent4"/>
                          <w:sz w:val="28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  <w:t>第三版 人物透视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Baoli SC" w:eastAsia="Baoli SC"/>
                          <w:b/>
                          <w:bCs/>
                          <w:color w:val="FFC000" w:themeColor="accent4"/>
                          <w:sz w:val="28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Baoli SC" w:eastAsia="Baoli SC"/>
                          <w:b/>
                          <w:bCs/>
                          <w:color w:val="FFC000" w:themeColor="accent4"/>
                          <w:sz w:val="28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  <w:t>第四版 图片新闻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Baoli SC" w:eastAsia="Baoli SC"/>
                          <w:b/>
                          <w:bCs/>
                          <w:color w:val="FFC000" w:themeColor="accent4"/>
                          <w:sz w:val="28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Baoli SC" w:eastAsia="Baoli SC"/>
                          <w:b/>
                          <w:bCs/>
                          <w:color w:val="FFC000" w:themeColor="accent4"/>
                          <w:sz w:val="28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    知识拓展</w:t>
                      </w:r>
                    </w:p>
                    <w:p>
                      <w:pPr>
                        <w:spacing w:line="0" w:lineRule="atLeast"/>
                        <w:rPr>
                          <w:rFonts w:ascii="华文隶书" w:eastAsia="华文隶书"/>
                          <w:color w:val="FFC000" w:themeColor="accent4"/>
                          <w:sz w:val="30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华文隶书" w:eastAsia="华文隶书"/>
                          <w:color w:val="FFC000" w:themeColor="accent4"/>
                          <w:sz w:val="30"/>
                          <w:szCs w:val="30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     </w:t>
                      </w:r>
                    </w:p>
                    <w:p>
                      <w:pPr>
                        <w:rPr>
                          <w:rFonts w:hint="eastAsia" w:ascii="华文隶书" w:eastAsia="华文隶书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margin">
              <wp:posOffset>11764010</wp:posOffset>
            </wp:positionH>
            <wp:positionV relativeFrom="margin">
              <wp:posOffset>3865880</wp:posOffset>
            </wp:positionV>
            <wp:extent cx="2132330" cy="2171700"/>
            <wp:effectExtent l="0" t="0" r="1270" b="12700"/>
            <wp:wrapSquare wrapText="bothSides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3">
                      <a:alphaModFix am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330" cy="2171700"/>
                    </a:xfrm>
                    <a:prstGeom prst="rect">
                      <a:avLst/>
                    </a:prstGeom>
                    <a:noFill/>
                    <a:effectLst>
                      <a:outerShdw dist="50800" sx="1000" sy="1000" algn="ctr" rotWithShape="0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7489190</wp:posOffset>
                </wp:positionH>
                <wp:positionV relativeFrom="paragraph">
                  <wp:posOffset>93345</wp:posOffset>
                </wp:positionV>
                <wp:extent cx="4114800" cy="896620"/>
                <wp:effectExtent l="0" t="203200" r="25400" b="195580"/>
                <wp:wrapThrough wrapText="bothSides">
                  <wp:wrapPolygon>
                    <wp:start x="112" y="-89"/>
                    <wp:lineTo x="58" y="15924"/>
                    <wp:lineTo x="827" y="20492"/>
                    <wp:lineTo x="19587" y="20528"/>
                    <wp:lineTo x="19746" y="21686"/>
                    <wp:lineTo x="21338" y="20958"/>
                    <wp:lineTo x="21314" y="-4858"/>
                    <wp:lineTo x="13274" y="-4873"/>
                    <wp:lineTo x="1306" y="-635"/>
                    <wp:lineTo x="112" y="-89"/>
                  </wp:wrapPolygon>
                </wp:wrapThrough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41182">
                          <a:off x="0" y="0"/>
                          <a:ext cx="411480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STXinwei" w:eastAsia="STXinwei"/>
                                <w:b/>
                                <w:bCs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STXinwei" w:eastAsia="STXinwei"/>
                                <w:b/>
                                <w:bCs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一句话新闻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9.7pt;margin-top:7.35pt;height:70.6pt;width:324pt;mso-wrap-distance-left:9pt;mso-wrap-distance-right:9pt;rotation:372662f;z-index:251681792;mso-width-relative:page;mso-height-relative:page;" filled="f" stroked="f" coordsize="21600,21600" wrapcoords="112 -89 58 15924 827 20492 19587 20528 19746 21686 21338 20958 21314 -4858 13274 -4873 1306 -635 112 -89" o:gfxdata="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CvvJ&#10;atsAAAAMAQAADwAAAAAAAAABACAAAAAiAAAAZHJzL2Rvd25yZXYueG1sUEsBAhQAFAAAAAgAh07i&#10;QMwY7lxYAgAAeQQAAA4AAAAAAAAAAQAgAAAAKgEAAGRycy9lMm9Eb2MueG1sUEsFBgAAAAAGAAYA&#10;WQEAAPQFAAAAAA==&#10;">
                <v:fill on="f" focussize="0,0"/>
                <v:stroke on="f" weight="1pt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distribute"/>
                        <w:rPr>
                          <w:rFonts w:hint="eastAsia" w:ascii="STXinwei" w:eastAsia="STXinwei"/>
                          <w:b/>
                          <w:bCs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STXinwei" w:eastAsia="STXinwei"/>
                          <w:b/>
                          <w:bCs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一句话新闻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12573000</wp:posOffset>
                </wp:positionH>
                <wp:positionV relativeFrom="paragraph">
                  <wp:posOffset>194945</wp:posOffset>
                </wp:positionV>
                <wp:extent cx="1257300" cy="2877820"/>
                <wp:effectExtent l="0" t="0" r="0" b="0"/>
                <wp:wrapNone/>
                <wp:docPr id="50" name="艺术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257300" cy="2877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10"/>
                              <w:jc w:val="center"/>
                              <w:rPr>
                                <w:rFonts w:hint="eastAsia" w:ascii="Baoli SC" w:eastAsia="Baoli SC"/>
                                <w:color w:val="F4B183" w:themeColor="accent2" w:themeTint="99"/>
                                <w:kern w:val="0"/>
                                <w14:textFill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Baoli SC" w:hAnsi="隶书" w:eastAsia="Baoli SC" w:cs="隶书"/>
                                <w:color w:val="F4B183" w:themeColor="accent2" w:themeTint="99"/>
                                <w:sz w:val="72"/>
                                <w:szCs w:val="72"/>
                                <w14:shadow w14:blurRad="63500" w14:dist="99187" w14:dir="7788334" w14:sx="100000" w14:sy="100000" w14:kx="0" w14:ky="0" w14:algn="ctr">
                                  <w14:srgbClr w14:val="000080">
                                    <w14:alpha w14:val="20000"/>
                                  </w14:srgbClr>
                                </w14:shadow>
                                <w14:textFill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国内新闻</w:t>
                            </w:r>
                          </w:p>
                        </w:txbxContent>
                      </wps:txbx>
                      <wps:bodyPr vert="eaVert" wrap="square" fromWordAr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艺术字 22" o:spid="_x0000_s1026" o:spt="202" type="#_x0000_t202" style="position:absolute;left:0pt;margin-left:990pt;margin-top:15.35pt;height:226.6pt;width:99pt;z-index:251683840;mso-width-relative:page;mso-height-relative:page;" filled="f" stroked="f" coordsize="21600,21600" o:gfxdata="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Rx+tAdsAAAAMAQAADwAAAAAA&#10;AAABACAAAAAiAAAAZHJzL2Rvd25yZXYueG1sUEsBAhQAFAAAAAgAh07iQEyEwyjXAQAAbgMAAA4A&#10;AAAAAAAAAQAgAAAAKgEAAGRycy9lMm9Eb2MueG1sUEsFBgAAAAAGAAYAWQEAAHMFAAAAAA=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pStyle w:val="10"/>
                        <w:jc w:val="center"/>
                        <w:rPr>
                          <w:rFonts w:hint="eastAsia" w:ascii="Baoli SC" w:eastAsia="Baoli SC"/>
                          <w:color w:val="F4B183" w:themeColor="accent2" w:themeTint="99"/>
                          <w:kern w:val="0"/>
                          <w14:textFill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Baoli SC" w:hAnsi="隶书" w:eastAsia="Baoli SC" w:cs="隶书"/>
                          <w:color w:val="F4B183" w:themeColor="accent2" w:themeTint="99"/>
                          <w:sz w:val="72"/>
                          <w:szCs w:val="72"/>
                          <w14:shadow w14:blurRad="63500" w14:dist="99187" w14:dir="7788334" w14:sx="100000" w14:sy="100000" w14:kx="0" w14:ky="0" w14:algn="ctr">
                            <w14:srgbClr w14:val="000080">
                              <w14:alpha w14:val="20000"/>
                            </w14:srgbClr>
                          </w14:shadow>
                          <w14:textFill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国内新闻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3192145</wp:posOffset>
                </wp:positionH>
                <wp:positionV relativeFrom="paragraph">
                  <wp:posOffset>5715</wp:posOffset>
                </wp:positionV>
                <wp:extent cx="2981325" cy="685165"/>
                <wp:effectExtent l="6350" t="6350" r="22225" b="13335"/>
                <wp:wrapNone/>
                <wp:docPr id="10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6851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女儿留条为患病父亲求情：药费贵，别贴罚单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5" o:spid="_x0000_s1026" o:spt="202" type="#_x0000_t202" style="position:absolute;left:0pt;margin-left:251.35pt;margin-top:0.45pt;height:53.95pt;width:234.75pt;z-index:251675648;mso-width-relative:page;mso-height-relative:page;" filled="f" stroked="t" coordsize="21600,21600" o:gfxdata="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FPdvN7WAAAACAEAAA8AAAAAAAAAAQAg&#10;AAAAIgAAAGRycy9kb3ducmV2LnhtbFBLAQIUABQAAAAIAIdO4kA5D+zPSQIAAFoEAAAOAAAAAAAA&#10;AAEAIAAAACUBAABkcnMvZTJvRG9jLnhtbFBLBQYAAAAABgAGAFkBAADgBQAAAAA=&#10;">
                <v:fill on="f" focussize="0,0"/>
                <v:stroke weight="1pt" color="#41719C [3204]" miterlimit="8" joinstyle="miter" dashstyle="1 1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</w:rPr>
                        <w:t>女儿留条为患病父亲求情：药费贵，别贴罚单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99060</wp:posOffset>
                </wp:positionV>
                <wp:extent cx="5943600" cy="2870200"/>
                <wp:effectExtent l="0" t="0" r="25400" b="25400"/>
                <wp:wrapNone/>
                <wp:docPr id="12" name="自选图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870200"/>
                        </a:xfrm>
                        <a:prstGeom prst="horizontalScroll">
                          <a:avLst>
                            <a:gd name="adj" fmla="val 6417"/>
                          </a:avLst>
                        </a:prstGeom>
                        <a:noFill/>
                        <a:ln w="25400" cmpd="sng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41" o:spid="_x0000_s1026" o:spt="98" type="#_x0000_t98" style="position:absolute;left:0pt;margin-left:540pt;margin-top:7.8pt;height:226pt;width:468pt;z-index:251637760;mso-width-relative:page;mso-height-relative:page;" filled="f" stroked="t" coordsize="21600,21600" o:gfxdata="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Q&#10;Upfl2gAAAAwBAAAPAAAAAAAAAAEAIAAAACIAAABkcnMvZG93bnJldi54bWxQSwECFAAUAAAACACH&#10;TuJAgJzE1FsCAAB+BAAADgAAAAAAAAABACAAAAApAQAAZHJzL2Uyb0RvYy54bWxQSwUGAAAAAAYA&#10;BgBZAQAA9gUAAAAA&#10;" adj="1386">
                <v:fill on="f" focussize="0,0"/>
                <v:stroke weight="2pt" color="#F8CBAD [1301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897"/>
        </w:tabs>
        <w:jc w:val="left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7200900</wp:posOffset>
                </wp:positionH>
                <wp:positionV relativeFrom="paragraph">
                  <wp:posOffset>178435</wp:posOffset>
                </wp:positionV>
                <wp:extent cx="5372100" cy="2298065"/>
                <wp:effectExtent l="0" t="0" r="0" b="0"/>
                <wp:wrapSquare wrapText="bothSides"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29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6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357" w:hanging="357" w:firstLineChars="0"/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7C7C7C" w:themeColor="accent3" w:themeShade="BF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Sans GB W3" w:hAnsi="Hiragino Sans GB W3" w:eastAsia="Hiragino Sans GB W3" w:cs="Times"/>
                                <w:b/>
                                <w:bCs/>
                                <w:color w:val="7C7C7C" w:themeColor="accent3" w:themeShade="BF"/>
                                <w:kern w:val="0"/>
                                <w:sz w:val="28"/>
                                <w:szCs w:val="28"/>
                              </w:rPr>
                              <w:t>香港特别行政区第六届立法会选举于9月4日依法举行，产生了特别行政区新一届立法会。</w:t>
                            </w:r>
                          </w:p>
                          <w:p>
                            <w:pPr>
                              <w:pStyle w:val="26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357" w:hanging="357" w:firstLineChars="0"/>
                              <w:rPr>
                                <w:rFonts w:hint="eastAsia" w:ascii="Hiragino Sans GB W3" w:hAnsi="Hiragino Sans GB W3" w:eastAsia="Hiragino Sans GB W3"/>
                                <w:b/>
                                <w:bCs/>
                                <w:color w:val="7C7C7C" w:themeColor="accent3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Sans GB W3" w:hAnsi="Hiragino Sans GB W3" w:eastAsia="Hiragino Sans GB W3" w:cs="Times"/>
                                <w:b/>
                                <w:bCs/>
                                <w:color w:val="7C7C7C" w:themeColor="accent3" w:themeShade="BF"/>
                                <w:kern w:val="0"/>
                                <w:sz w:val="28"/>
                                <w:szCs w:val="28"/>
                              </w:rPr>
                              <w:t>9月15日22时04分，搭载天宫二号空间实验室的长征二号FT2运载火箭，在我国酒泉卫星发射中心点火发射</w:t>
                            </w:r>
                            <w:r>
                              <w:rPr>
                                <w:rFonts w:hint="eastAsia" w:ascii="Hiragino Sans GB W3" w:hAnsi="Hiragino Sans GB W3" w:eastAsia="Hiragino Sans GB W3" w:cs="Times"/>
                                <w:b/>
                                <w:bCs/>
                                <w:color w:val="7C7C7C" w:themeColor="accent3" w:themeShade="BF"/>
                                <w:kern w:val="0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>
                            <w:pPr>
                              <w:pStyle w:val="26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357" w:hanging="357" w:firstLineChars="0"/>
                              <w:rPr>
                                <w:rFonts w:hint="eastAsia" w:ascii="Hiragino Sans GB W3" w:hAnsi="Hiragino Sans GB W3" w:eastAsia="Hiragino Sans GB W3"/>
                                <w:b/>
                                <w:bCs/>
                                <w:color w:val="7C7C7C" w:themeColor="accent3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Sans GB W3" w:hAnsi="Hiragino Sans GB W3" w:eastAsia="Hiragino Sans GB W3" w:cs="Times"/>
                                <w:b/>
                                <w:bCs/>
                                <w:color w:val="7C7C7C" w:themeColor="accent3" w:themeShade="BF"/>
                                <w:kern w:val="0"/>
                                <w:sz w:val="28"/>
                                <w:szCs w:val="28"/>
                              </w:rPr>
                              <w:t>国家重大科技基础设施500米口径球面射电望远镜9月25日落成启用。</w:t>
                            </w:r>
                          </w:p>
                          <w:p>
                            <w:pPr>
                              <w:pStyle w:val="26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357" w:hanging="357" w:firstLineChars="0"/>
                              <w:rPr>
                                <w:rFonts w:hint="eastAsia" w:ascii="Hiragino Sans GB W3" w:hAnsi="Hiragino Sans GB W3" w:eastAsia="Hiragino Sans GB W3"/>
                                <w:b/>
                                <w:bCs/>
                                <w:color w:val="7C7C7C" w:themeColor="accent3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Sans GB W3" w:hAnsi="Hiragino Sans GB W3" w:eastAsia="Hiragino Sans GB W3" w:cs="Times"/>
                                <w:b/>
                                <w:bCs/>
                                <w:color w:val="7C7C7C" w:themeColor="accent3" w:themeShade="BF"/>
                                <w:kern w:val="0"/>
                                <w:sz w:val="28"/>
                                <w:szCs w:val="28"/>
                              </w:rPr>
                              <w:t>从2016年10月12日起，支付宝将对个人用户超出免费额度的提现收取一定比例的服务费。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7pt;margin-top:14.05pt;height:180.95pt;width:423pt;mso-wrap-distance-bottom:0pt;mso-wrap-distance-left:9pt;mso-wrap-distance-right:9pt;mso-wrap-distance-top:0pt;z-index:251685888;mso-width-relative:page;mso-height-relative:page;" filled="f" stroked="f" coordsize="21600,21600" o:gfxdata="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KUZMzYAAAA&#10;DAEAAA8AAAAAAAAAAQAgAAAAIgAAAGRycy9kb3ducmV2LnhtbFBLAQIUABQAAAAIAIdO4kBwHDxG&#10;HQIAACAEAAAOAAAAAAAAAAEAIAAAACc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6"/>
                        <w:numPr>
                          <w:ilvl w:val="0"/>
                          <w:numId w:val="1"/>
                        </w:numPr>
                        <w:spacing w:line="400" w:lineRule="exact"/>
                        <w:ind w:left="357" w:hanging="357" w:firstLineChars="0"/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7C7C7C" w:themeColor="accent3" w:themeShade="BF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Hiragino Sans GB W3" w:hAnsi="Hiragino Sans GB W3" w:eastAsia="Hiragino Sans GB W3" w:cs="Times"/>
                          <w:b/>
                          <w:bCs/>
                          <w:color w:val="7C7C7C" w:themeColor="accent3" w:themeShade="BF"/>
                          <w:kern w:val="0"/>
                          <w:sz w:val="28"/>
                          <w:szCs w:val="28"/>
                        </w:rPr>
                        <w:t>香港特别行政区第六届立法会选举于9月4日依法举行，产生了特别行政区新一届立法会。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1"/>
                        </w:numPr>
                        <w:spacing w:line="400" w:lineRule="exact"/>
                        <w:ind w:left="357" w:hanging="357" w:firstLineChars="0"/>
                        <w:rPr>
                          <w:rFonts w:hint="eastAsia" w:ascii="Hiragino Sans GB W3" w:hAnsi="Hiragino Sans GB W3" w:eastAsia="Hiragino Sans GB W3"/>
                          <w:b/>
                          <w:bCs/>
                          <w:color w:val="7C7C7C" w:themeColor="accent3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Hiragino Sans GB W3" w:hAnsi="Hiragino Sans GB W3" w:eastAsia="Hiragino Sans GB W3" w:cs="Times"/>
                          <w:b/>
                          <w:bCs/>
                          <w:color w:val="7C7C7C" w:themeColor="accent3" w:themeShade="BF"/>
                          <w:kern w:val="0"/>
                          <w:sz w:val="28"/>
                          <w:szCs w:val="28"/>
                        </w:rPr>
                        <w:t>9月15日22时04分，搭载天宫二号空间实验室的长征二号FT2运载火箭，在我国酒泉卫星发射中心点火发射</w:t>
                      </w:r>
                      <w:r>
                        <w:rPr>
                          <w:rFonts w:hint="eastAsia" w:ascii="Hiragino Sans GB W3" w:hAnsi="Hiragino Sans GB W3" w:eastAsia="Hiragino Sans GB W3" w:cs="Times"/>
                          <w:b/>
                          <w:bCs/>
                          <w:color w:val="7C7C7C" w:themeColor="accent3" w:themeShade="BF"/>
                          <w:kern w:val="0"/>
                          <w:sz w:val="28"/>
                          <w:szCs w:val="28"/>
                        </w:rPr>
                        <w:t>。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1"/>
                        </w:numPr>
                        <w:spacing w:line="400" w:lineRule="exact"/>
                        <w:ind w:left="357" w:hanging="357" w:firstLineChars="0"/>
                        <w:rPr>
                          <w:rFonts w:hint="eastAsia" w:ascii="Hiragino Sans GB W3" w:hAnsi="Hiragino Sans GB W3" w:eastAsia="Hiragino Sans GB W3"/>
                          <w:b/>
                          <w:bCs/>
                          <w:color w:val="7C7C7C" w:themeColor="accent3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Hiragino Sans GB W3" w:hAnsi="Hiragino Sans GB W3" w:eastAsia="Hiragino Sans GB W3" w:cs="Times"/>
                          <w:b/>
                          <w:bCs/>
                          <w:color w:val="7C7C7C" w:themeColor="accent3" w:themeShade="BF"/>
                          <w:kern w:val="0"/>
                          <w:sz w:val="28"/>
                          <w:szCs w:val="28"/>
                        </w:rPr>
                        <w:t>国家重大科技基础设施500米口径球面射电望远镜9月25日落成启用。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1"/>
                        </w:numPr>
                        <w:spacing w:line="400" w:lineRule="exact"/>
                        <w:ind w:left="357" w:hanging="357" w:firstLineChars="0"/>
                        <w:rPr>
                          <w:rFonts w:hint="eastAsia" w:ascii="Hiragino Sans GB W3" w:hAnsi="Hiragino Sans GB W3" w:eastAsia="Hiragino Sans GB W3"/>
                          <w:b/>
                          <w:bCs/>
                          <w:color w:val="7C7C7C" w:themeColor="accent3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Hiragino Sans GB W3" w:hAnsi="Hiragino Sans GB W3" w:eastAsia="Hiragino Sans GB W3" w:cs="Times"/>
                          <w:b/>
                          <w:bCs/>
                          <w:color w:val="7C7C7C" w:themeColor="accent3" w:themeShade="BF"/>
                          <w:kern w:val="0"/>
                          <w:sz w:val="28"/>
                          <w:szCs w:val="28"/>
                        </w:rPr>
                        <w:t>从2016年10月12日起，支付宝将对个人用户超出免费额度的提现收取一定比例的服务费。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5250815</wp:posOffset>
                </wp:positionH>
                <wp:positionV relativeFrom="paragraph">
                  <wp:posOffset>184150</wp:posOffset>
                </wp:positionV>
                <wp:extent cx="951230" cy="2152650"/>
                <wp:effectExtent l="0" t="0" r="0" b="0"/>
                <wp:wrapNone/>
                <wp:docPr id="8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230" cy="21526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南非渔人勇救落网鲨鱼 拽尾巴拖回大海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413.45pt;margin-top:14.5pt;height:169.5pt;width:74.9pt;z-index:251677696;mso-width-relative:page;mso-height-relative:page;" filled="f" stroked="f" coordsize="21600,21600" o:gfxdata="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9Zn9vbAAAACgEA&#10;AA8AAAAAAAAAAQAgAAAAIgAAAGRycy9kb3ducmV2LnhtbFBLAQIUABQAAAAIAIdO4kBXul/sFwIA&#10;APYDAAAOAAAAAAAAAAEAIAAAACoBAABkcnMvZTJvRG9jLnhtbFBLBQYAAAAABgAGAFkBAACzBQAA&#10;AAA=&#10;">
                <v:fill on="f" focussize="0,0"/>
                <v:stroke on="f" miterlimit="8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南非渔人勇救落网鲨鱼 拽尾巴拖回大海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-151130</wp:posOffset>
                </wp:positionH>
                <wp:positionV relativeFrom="paragraph">
                  <wp:posOffset>41275</wp:posOffset>
                </wp:positionV>
                <wp:extent cx="6334125" cy="3133725"/>
                <wp:effectExtent l="0" t="0" r="0" b="0"/>
                <wp:wrapNone/>
                <wp:docPr id="7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313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instrText xml:space="preserve">INCLUDEPICTURE \d "http://img1.gtimg.com/news/pics/hv1/160/243/2140/139215625.jpg" \* MERGEFORMATINET </w:instrTex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8572500" cy="5600700"/>
                                  <wp:effectExtent l="0" t="0" r="0" b="0"/>
                                  <wp:docPr id="25" name="图片 5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图片 5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72500" cy="5600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6" o:spid="_x0000_s1026" o:spt="202" type="#_x0000_t202" style="position:absolute;left:0pt;margin-left:-11.9pt;margin-top:3.25pt;height:246.75pt;width:498.75pt;z-index:251676672;mso-width-relative:page;mso-height-relative:page;" filled="f" stroked="f" coordsize="21600,21600" o:gfxdata="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5jE29cAAAAJAQAADwAAAAAAAAABACAAAAAiAAAAZHJzL2Rvd25y&#10;ZXYueG1sUEsBAhQAFAAAAAgAh07iQPn4xmP/AQAAygMAAA4AAAAAAAAAAQAgAAAAJg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instrText xml:space="preserve">INCLUDEPICTURE \d "http://img1.gtimg.com/news/pics/hv1/160/243/2140/139215625.jpg" \* MERGEFORMATINET </w:instrTex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8572500" cy="5600700"/>
                            <wp:effectExtent l="0" t="0" r="0" b="0"/>
                            <wp:docPr id="25" name="图片 5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图片 5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72500" cy="5600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2267"/>
        </w:tabs>
        <w:jc w:val="left"/>
        <w:rPr>
          <w:rFonts w:hint="eastAsia"/>
        </w:rPr>
      </w:pPr>
      <w: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6972300</wp:posOffset>
            </wp:positionH>
            <wp:positionV relativeFrom="paragraph">
              <wp:posOffset>1584960</wp:posOffset>
            </wp:positionV>
            <wp:extent cx="6629400" cy="364490"/>
            <wp:effectExtent l="0" t="0" r="0" b="0"/>
            <wp:wrapNone/>
            <wp:docPr id="42" name="图片 42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BD21303_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364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ab/>
      </w:r>
    </w:p>
    <w:sectPr>
      <w:pgSz w:w="23814" w:h="16839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auto"/>
    <w:pitch w:val="default"/>
    <w:sig w:usb0="00000000" w:usb1="00000000" w:usb2="08000012" w:usb3="00000000" w:csb0="0002009F" w:csb1="00000000"/>
  </w:font>
  <w:font w:name="隶书">
    <w:altName w:val="微软雅黑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aoli SC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Hiragino Sans GB W3">
    <w:altName w:val="宋体"/>
    <w:panose1 w:val="020B0300000000000000"/>
    <w:charset w:val="86"/>
    <w:family w:val="auto"/>
    <w:pitch w:val="default"/>
    <w:sig w:usb0="00000000" w:usb1="00000000" w:usb2="00000016" w:usb3="00000000" w:csb0="00060007" w:csb1="00000000"/>
  </w:font>
  <w:font w:name="华文隶书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">
    <w:altName w:val="Times New Roman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STXinwei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90598"/>
    <w:multiLevelType w:val="multilevel"/>
    <w:tmpl w:val="4C2905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DB1"/>
    <w:rsid w:val="00035485"/>
    <w:rsid w:val="000A3315"/>
    <w:rsid w:val="000B124D"/>
    <w:rsid w:val="000B6D87"/>
    <w:rsid w:val="000F4EE4"/>
    <w:rsid w:val="00107840"/>
    <w:rsid w:val="001151CC"/>
    <w:rsid w:val="00120580"/>
    <w:rsid w:val="00135D72"/>
    <w:rsid w:val="0013656B"/>
    <w:rsid w:val="00146CD2"/>
    <w:rsid w:val="001609E6"/>
    <w:rsid w:val="001613FF"/>
    <w:rsid w:val="00166149"/>
    <w:rsid w:val="0019479D"/>
    <w:rsid w:val="001972F1"/>
    <w:rsid w:val="001A6026"/>
    <w:rsid w:val="001B6F8B"/>
    <w:rsid w:val="001D6D46"/>
    <w:rsid w:val="001E429B"/>
    <w:rsid w:val="001F1836"/>
    <w:rsid w:val="001F3BD3"/>
    <w:rsid w:val="00227515"/>
    <w:rsid w:val="00262CA9"/>
    <w:rsid w:val="002668FF"/>
    <w:rsid w:val="002A37B7"/>
    <w:rsid w:val="002E42E1"/>
    <w:rsid w:val="00326E8C"/>
    <w:rsid w:val="003B18D8"/>
    <w:rsid w:val="003F40F3"/>
    <w:rsid w:val="00412092"/>
    <w:rsid w:val="0041439A"/>
    <w:rsid w:val="004912CA"/>
    <w:rsid w:val="00496A4D"/>
    <w:rsid w:val="004A292C"/>
    <w:rsid w:val="004B105B"/>
    <w:rsid w:val="004B7C8D"/>
    <w:rsid w:val="00512E21"/>
    <w:rsid w:val="00550D22"/>
    <w:rsid w:val="005625CC"/>
    <w:rsid w:val="0057429A"/>
    <w:rsid w:val="005E405D"/>
    <w:rsid w:val="005F4629"/>
    <w:rsid w:val="005F54F4"/>
    <w:rsid w:val="00602840"/>
    <w:rsid w:val="00616EDE"/>
    <w:rsid w:val="00631083"/>
    <w:rsid w:val="00633EA5"/>
    <w:rsid w:val="00635E31"/>
    <w:rsid w:val="00672C0F"/>
    <w:rsid w:val="00673A0B"/>
    <w:rsid w:val="006A6663"/>
    <w:rsid w:val="006F0B93"/>
    <w:rsid w:val="00763B17"/>
    <w:rsid w:val="00766043"/>
    <w:rsid w:val="007A6279"/>
    <w:rsid w:val="007D09A5"/>
    <w:rsid w:val="007E50F6"/>
    <w:rsid w:val="007F32F3"/>
    <w:rsid w:val="00840F52"/>
    <w:rsid w:val="00857DA0"/>
    <w:rsid w:val="00867C6B"/>
    <w:rsid w:val="008710CC"/>
    <w:rsid w:val="008A291A"/>
    <w:rsid w:val="008C2CF9"/>
    <w:rsid w:val="008D191F"/>
    <w:rsid w:val="008D7030"/>
    <w:rsid w:val="00903C9E"/>
    <w:rsid w:val="00955061"/>
    <w:rsid w:val="00971D69"/>
    <w:rsid w:val="009C1EE3"/>
    <w:rsid w:val="00A93AF4"/>
    <w:rsid w:val="00B0203D"/>
    <w:rsid w:val="00B04E20"/>
    <w:rsid w:val="00B073AD"/>
    <w:rsid w:val="00B10F54"/>
    <w:rsid w:val="00B14071"/>
    <w:rsid w:val="00B3514B"/>
    <w:rsid w:val="00B852F9"/>
    <w:rsid w:val="00BC77E6"/>
    <w:rsid w:val="00BD45C7"/>
    <w:rsid w:val="00BF3122"/>
    <w:rsid w:val="00C03228"/>
    <w:rsid w:val="00C05F29"/>
    <w:rsid w:val="00C314D5"/>
    <w:rsid w:val="00C9657F"/>
    <w:rsid w:val="00CE5989"/>
    <w:rsid w:val="00D22348"/>
    <w:rsid w:val="00D271B5"/>
    <w:rsid w:val="00D36F6B"/>
    <w:rsid w:val="00D420EF"/>
    <w:rsid w:val="00D6675B"/>
    <w:rsid w:val="00D934F3"/>
    <w:rsid w:val="00DA48F7"/>
    <w:rsid w:val="00DB0FAA"/>
    <w:rsid w:val="00E26F01"/>
    <w:rsid w:val="00E62368"/>
    <w:rsid w:val="00E809A7"/>
    <w:rsid w:val="00E83542"/>
    <w:rsid w:val="00E919C1"/>
    <w:rsid w:val="00EA1522"/>
    <w:rsid w:val="00EF3F0C"/>
    <w:rsid w:val="00EF4958"/>
    <w:rsid w:val="00EF5752"/>
    <w:rsid w:val="00F050D0"/>
    <w:rsid w:val="00F26A43"/>
    <w:rsid w:val="00F643C1"/>
    <w:rsid w:val="00F93FDB"/>
    <w:rsid w:val="00FB0BD3"/>
    <w:rsid w:val="14C45CC7"/>
    <w:rsid w:val="22BF6D65"/>
    <w:rsid w:val="23696DDE"/>
    <w:rsid w:val="3A894F57"/>
    <w:rsid w:val="758F035C"/>
    <w:rsid w:val="766942F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3">
    <w:name w:val="heading 3"/>
    <w:basedOn w:val="1"/>
    <w:next w:val="1"/>
    <w:link w:val="18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3"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1">
    <w:name w:val="Default Paragraph Font"/>
    <w:uiPriority w:val="0"/>
  </w:style>
  <w:style w:type="table" w:default="1" w:styleId="1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subject"/>
    <w:basedOn w:val="6"/>
    <w:next w:val="6"/>
    <w:uiPriority w:val="0"/>
    <w:rPr>
      <w:b/>
      <w:bCs/>
    </w:rPr>
  </w:style>
  <w:style w:type="paragraph" w:styleId="6">
    <w:name w:val="annotation text"/>
    <w:basedOn w:val="1"/>
    <w:uiPriority w:val="0"/>
    <w:pPr>
      <w:jc w:val="left"/>
    </w:pPr>
  </w:style>
  <w:style w:type="paragraph" w:styleId="7">
    <w:name w:val="Balloon Text"/>
    <w:basedOn w:val="1"/>
    <w:link w:val="22"/>
    <w:uiPriority w:val="0"/>
    <w:rPr>
      <w:sz w:val="18"/>
      <w:szCs w:val="18"/>
    </w:rPr>
  </w:style>
  <w:style w:type="paragraph" w:styleId="8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iPriority w:val="99"/>
    <w:rPr>
      <w:rFonts w:ascii="等线" w:hAnsi="等线" w:eastAsia="等线"/>
      <w:sz w:val="24"/>
      <w:szCs w:val="24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uiPriority w:val="0"/>
    <w:rPr>
      <w:color w:val="0000FF"/>
      <w:u w:val="single"/>
    </w:rPr>
  </w:style>
  <w:style w:type="character" w:styleId="14">
    <w:name w:val="annotation reference"/>
    <w:uiPriority w:val="0"/>
    <w:rPr>
      <w:sz w:val="21"/>
      <w:szCs w:val="21"/>
    </w:rPr>
  </w:style>
  <w:style w:type="character" w:customStyle="1" w:styleId="16">
    <w:name w:val="apple-style-span"/>
    <w:basedOn w:val="11"/>
    <w:uiPriority w:val="0"/>
  </w:style>
  <w:style w:type="character" w:customStyle="1" w:styleId="17">
    <w:name w:val="页脚字符"/>
    <w:link w:val="8"/>
    <w:uiPriority w:val="0"/>
    <w:rPr>
      <w:kern w:val="2"/>
      <w:sz w:val="18"/>
      <w:szCs w:val="18"/>
    </w:rPr>
  </w:style>
  <w:style w:type="character" w:customStyle="1" w:styleId="18">
    <w:name w:val="标题 3字符"/>
    <w:link w:val="3"/>
    <w:semiHidden/>
    <w:qFormat/>
    <w:uiPriority w:val="9"/>
    <w:rPr>
      <w:b/>
      <w:bCs/>
      <w:kern w:val="2"/>
      <w:sz w:val="32"/>
      <w:szCs w:val="32"/>
    </w:rPr>
  </w:style>
  <w:style w:type="character" w:customStyle="1" w:styleId="19">
    <w:name w:val="标题 1字符"/>
    <w:link w:val="2"/>
    <w:uiPriority w:val="9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页眉字符"/>
    <w:link w:val="9"/>
    <w:uiPriority w:val="0"/>
    <w:rPr>
      <w:kern w:val="2"/>
      <w:sz w:val="18"/>
      <w:szCs w:val="18"/>
    </w:rPr>
  </w:style>
  <w:style w:type="character" w:customStyle="1" w:styleId="21">
    <w:name w:val="ca-31"/>
    <w:uiPriority w:val="0"/>
    <w:rPr>
      <w:rFonts w:hint="eastAsia" w:ascii="宋体" w:hAnsi="宋体" w:eastAsia="宋体"/>
      <w:color w:val="000000"/>
      <w:sz w:val="21"/>
      <w:szCs w:val="21"/>
    </w:rPr>
  </w:style>
  <w:style w:type="character" w:customStyle="1" w:styleId="22">
    <w:name w:val="批注框文本字符"/>
    <w:link w:val="7"/>
    <w:uiPriority w:val="0"/>
    <w:rPr>
      <w:kern w:val="2"/>
      <w:sz w:val="18"/>
      <w:szCs w:val="18"/>
    </w:rPr>
  </w:style>
  <w:style w:type="character" w:customStyle="1" w:styleId="23">
    <w:name w:val="标题 4字符"/>
    <w:link w:val="4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paragraph" w:customStyle="1" w:styleId="24">
    <w:name w:val="Note Level 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">
    <w:name w:val="pa-1"/>
    <w:basedOn w:val="1"/>
    <w:uiPriority w:val="0"/>
    <w:pPr>
      <w:widowControl/>
      <w:spacing w:line="240" w:lineRule="atLeast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List Paragraph"/>
    <w:basedOn w:val="1"/>
    <w:qFormat/>
    <w:uiPriority w:val="99"/>
    <w:pPr>
      <w:ind w:firstLine="420" w:firstLineChars="200"/>
    </w:pPr>
  </w:style>
  <w:style w:type="paragraph" w:customStyle="1" w:styleId="27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microsoft.com/office/2007/relationships/hdphoto" Target="media/hdphoto1.wdp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\Desktop\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A9DEB6-1A4D-9743-BA86-9AB218CF33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Hewlett-Packard</Company>
  <Pages>1</Pages>
  <Words>72</Words>
  <Characters>416</Characters>
  <Lines>3</Lines>
  <Paragraphs>1</Paragraphs>
  <ScaleCrop>false</ScaleCrop>
  <LinksUpToDate>false</LinksUpToDate>
  <CharactersWithSpaces>487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2016-10-04T10:59:00Z</dcterms:created>
  <dc:creator>devil</dc:creator>
  <cp:lastModifiedBy>Tim</cp:lastModifiedBy>
  <dcterms:modified xsi:type="dcterms:W3CDTF">2016-10-15T06:38:24Z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