
<file path=[Content_Types].xml><?xml version="1.0" encoding="utf-8"?>
<Types xmlns="http://schemas.openxmlformats.org/package/2006/content-types">
  <Default Extension="xml" ContentType="application/xml"/>
  <Default Extension="wdp" ContentType="image/vnd.ms-photo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-171450</wp:posOffset>
                </wp:positionV>
                <wp:extent cx="1828800" cy="1828800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b/>
                                <w:color w:val="5B9BD5" w:themeColor="accent1"/>
                                <w:sz w:val="72"/>
                                <w:lang w:eastAsia="zh-CN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5B9BD5" w:themeColor="accent1"/>
                                <w:sz w:val="72"/>
                                <w:lang w:val="en-US" w:eastAsia="zh-CN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图片新闻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9.5pt;margin-top:-13.5pt;height:144pt;width:144pt;mso-wrap-style:none;z-index:251686912;mso-width-relative:page;mso-height-relative:page;" filled="f" stroked="f" coordsize="21600,21600" o:gfxdata="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HK7BM9gAAAALAQAA&#10;DwAAAAAAAAABACAAAAAiAAAAZHJzL2Rvd25yZXYueG1sUEsBAhQAFAAAAAgAh07iQIUOuQgZAgAA&#10;GQQAAA4AAAAAAAAAAQAgAAAAJw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eastAsia="宋体"/>
                          <w:b/>
                          <w:color w:val="5B9BD5" w:themeColor="accent1"/>
                          <w:sz w:val="72"/>
                          <w:lang w:eastAsia="zh-CN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5B9BD5" w:themeColor="accent1"/>
                          <w:sz w:val="72"/>
                          <w:lang w:val="en-US" w:eastAsia="zh-CN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图片新闻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-655955</wp:posOffset>
                </wp:positionV>
                <wp:extent cx="7066280" cy="419100"/>
                <wp:effectExtent l="0" t="0" r="0" b="0"/>
                <wp:wrapNone/>
                <wp:docPr id="46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628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0"/>
                              </w:rPr>
                              <w:t>时政风云 第9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0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0"/>
                              </w:rPr>
                              <w:t xml:space="preserve">期  第四版                                 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bCs/>
                                <w:sz w:val="28"/>
                                <w:szCs w:val="28"/>
                              </w:rPr>
                              <w:t>本版责编：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郭奕豪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-39.75pt;margin-top:-51.65pt;height:33pt;width:556.4pt;z-index:251648000;mso-width-relative:page;mso-height-relative:page;" filled="f" stroked="f" coordsize="21600,21600" o:gfxdata="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tu/eo9gAAAANAQAADwAAAAAAAAABACAAAAAiAAAAZHJzL2Rvd25y&#10;ZXYueG1sUEsBAhQAFAAAAAgAh07iQAug8cT+AQAAyAMAAA4AAAAAAAAAAQAgAAAAJwEAAGRycy9l&#10;Mm9Eb2MueG1sUEsFBgAAAAAGAAYAWQEAAJc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0"/>
                        </w:rPr>
                        <w:t>时政风云 第9</w:t>
                      </w:r>
                      <w:r>
                        <w:rPr>
                          <w:rFonts w:hint="eastAsia"/>
                          <w:b/>
                          <w:bCs/>
                          <w:sz w:val="30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/>
                          <w:b/>
                          <w:bCs/>
                          <w:sz w:val="30"/>
                        </w:rPr>
                        <w:t xml:space="preserve">期  第四版                                 </w:t>
                      </w:r>
                      <w:r>
                        <w:rPr>
                          <w:rFonts w:hint="eastAsia" w:ascii="宋体" w:hAnsi="宋体"/>
                          <w:b/>
                          <w:bCs/>
                          <w:sz w:val="28"/>
                          <w:szCs w:val="28"/>
                        </w:rPr>
                        <w:t>本版责编：</w:t>
                      </w:r>
                      <w:r>
                        <w:rPr>
                          <w:rFonts w:hint="eastAsia" w:ascii="宋体" w:hAnsi="宋体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郭奕豪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6837680</wp:posOffset>
                </wp:positionH>
                <wp:positionV relativeFrom="paragraph">
                  <wp:posOffset>-1036955</wp:posOffset>
                </wp:positionV>
                <wp:extent cx="5307965" cy="1704975"/>
                <wp:effectExtent l="5080" t="4445" r="0" b="5080"/>
                <wp:wrapNone/>
                <wp:docPr id="45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7965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华文行楷" w:hAnsi="MS Mincho" w:eastAsia="华文行楷"/>
                                <w:sz w:val="144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/>
                                <w:sz w:val="190"/>
                              </w:rPr>
                              <w:drawing>
                                <wp:inline distT="0" distB="0" distL="0" distR="0">
                                  <wp:extent cx="5181600" cy="1397000"/>
                                  <wp:effectExtent l="0" t="0" r="0" b="0"/>
                                  <wp:docPr id="1" name="图片 1" descr="第一期里的标题，比那个楷体好看多了啊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图片 1" descr="第一期里的标题，比那个楷体好看多了啊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5">
                                                    <a14:imgEffect>
                                                      <a14:brightnessContrast bright="22000"/>
                                                    </a14:imgEffect>
                                                    <a14:imgEffect>
                                                      <a14:colorTemperature colorTemp="3130"/>
                                                    </a14:imgEffect>
                                                    <a14:imgEffect>
                                                      <a14:saturation sat="59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81600" cy="1397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538.4pt;margin-top:-81.65pt;height:134.25pt;width:417.95pt;z-index:251640832;mso-width-relative:page;mso-height-relative:page;" fillcolor="#FFFFFF" filled="t" stroked="f" coordsize="21600,21600" o:gfxdata="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AcauzTZAAAADgEAAA8A&#10;AAAAAAAAAQAgAAAAIgAAAGRycy9kb3ducmV2LnhtbFBLAQIUABQAAAAIAIdO4kCqOSjTFgIAAAAE&#10;AAAOAAAAAAAAAAEAIAAAACgBAABkcnMvZTJvRG9jLnhtbFBLBQYAAAAABgAGAFkBAACw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华文行楷" w:hAnsi="MS Mincho" w:eastAsia="华文行楷"/>
                          <w:sz w:val="144"/>
                        </w:rPr>
                      </w:pPr>
                      <w:r>
                        <w:rPr>
                          <w:rFonts w:hint="eastAsia" w:ascii="楷体_GB2312" w:hAnsi="楷体_GB2312" w:eastAsia="楷体_GB2312"/>
                          <w:sz w:val="190"/>
                        </w:rPr>
                        <w:drawing>
                          <wp:inline distT="0" distB="0" distL="0" distR="0">
                            <wp:extent cx="5181600" cy="1397000"/>
                            <wp:effectExtent l="0" t="0" r="0" b="0"/>
                            <wp:docPr id="1" name="图片 1" descr="第一期里的标题，比那个楷体好看多了啊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图片 1" descr="第一期里的标题，比那个楷体好看多了啊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5">
                                              <a14:imgEffect>
                                                <a14:brightnessContrast bright="22000"/>
                                              </a14:imgEffect>
                                              <a14:imgEffect>
                                                <a14:colorTemperature colorTemp="3130"/>
                                              </a14:imgEffect>
                                              <a14:imgEffect>
                                                <a14:saturation sat="5900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181600" cy="1397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1778000</wp:posOffset>
                </wp:positionH>
                <wp:positionV relativeFrom="paragraph">
                  <wp:posOffset>-25400</wp:posOffset>
                </wp:positionV>
                <wp:extent cx="480695" cy="469900"/>
                <wp:effectExtent l="0" t="0" r="14605" b="12700"/>
                <wp:wrapNone/>
                <wp:docPr id="44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695" cy="469900"/>
                        </a:xfrm>
                        <a:prstGeom prst="flowChartMultidocumen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FF0000"/>
                          </a:solidFill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115" type="#_x0000_t115" style="position:absolute;left:0pt;margin-left:140pt;margin-top:-2pt;height:37pt;width:37.85pt;z-index:251656192;mso-width-relative:page;mso-height-relative:page;" fillcolor="#FFFFFF" filled="t" stroked="t" coordsize="21600,21600" o:gfxdata="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KAjoINkAAAAJAQAADwAAAAAAAAABACAAAAAiAAAA&#10;ZHJzL2Rvd25yZXYueG1sUEsBAhQAFAAAAAgAh07iQKZVDA0/AgAAUgQAAA4AAAAAAAAAAQAgAAAA&#10;KAEAAGRycy9lMm9Eb2MueG1sUEsFBgAAAAAGAAYAWQEAANkFAAAAAA==&#10;">
                <v:fill on="t" focussize="0,0"/>
                <v:stroke color="#FF0000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-198120</wp:posOffset>
                </wp:positionV>
                <wp:extent cx="7334250" cy="635"/>
                <wp:effectExtent l="38100" t="43180" r="44450" b="45085"/>
                <wp:wrapNone/>
                <wp:docPr id="41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34250" cy="635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-63pt;margin-top:-15.6pt;height:0.05pt;width:577.5pt;z-index:251646976;mso-width-relative:page;mso-height-relative:page;" filled="f" stroked="t" coordsize="21600,21600" o:gfxdata="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n7EGpNsAAAANAQAADwAAAAAAAAABACAAAAAiAAAA&#10;ZHJzL2Rvd25yZXYueG1sUEsBAhQAFAAAAAgAh07iQGlyFNHLAQAAaAMAAA4AAAAAAAAAAQAgAAAA&#10;KgEAAGRycy9lMm9Eb2MueG1sUEsFBgAAAAAGAAYAWQEAAGcFAAAAAA==&#10;">
                <v:fill on="f" focussize="0,0"/>
                <v:stroke weight="4.5pt" color="#000000" linestyle="thinThick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13912215</wp:posOffset>
                </wp:positionH>
                <wp:positionV relativeFrom="paragraph">
                  <wp:posOffset>-909955</wp:posOffset>
                </wp:positionV>
                <wp:extent cx="2540" cy="1835785"/>
                <wp:effectExtent l="0" t="0" r="48260" b="43815"/>
                <wp:wrapNone/>
                <wp:docPr id="40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" cy="1835785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flip:x;margin-left:1095.45pt;margin-top:-71.65pt;height:144.55pt;width:0.2pt;z-index:251645952;mso-width-relative:page;mso-height-relative:page;" filled="f" stroked="t" coordsize="21600,21600" o:gfxdata="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H&#10;jH542wAAAA4BAAAPAAAAAAAAAAEAIAAAACIAAABkcnMvZG93bnJldi54bWxQSwECFAAUAAAACACH&#10;TuJAJH22COgBAACmAwAADgAAAAAAAAABACAAAAAqAQAAZHJzL2Uyb0RvYy54bWxQSwUGAAAAAAYA&#10;BgBZAQAAhAUAAAAA&#10;">
                <v:fill on="f" focussize="0,0"/>
                <v:stroke weight="1.5pt" color="#9DC3E6 [1940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6667500</wp:posOffset>
                </wp:positionH>
                <wp:positionV relativeFrom="paragraph">
                  <wp:posOffset>-1017905</wp:posOffset>
                </wp:positionV>
                <wp:extent cx="635" cy="10462260"/>
                <wp:effectExtent l="12700" t="10795" r="24765" b="29845"/>
                <wp:wrapNone/>
                <wp:docPr id="38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4622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525pt;margin-top:-80.15pt;height:823.8pt;width:0.05pt;z-index:251639808;mso-width-relative:page;mso-height-relative:page;" filled="f" stroked="t" coordsize="21600,21600" o:gfxdata="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FrN6pbcAAAADwEAAA8AAAAAAAAAAQAgAAAAIgAAAGRy&#10;cy9kb3ducmV2LnhtbFBLAQIUABQAAAAIAIdO4kBtBPtnyAEAAGMDAAAOAAAAAAAAAAEAIAAAACsB&#10;AABkcnMvZTJvRG9jLnhtbFBLBQYAAAAABgAGAFkBAABl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-93980</wp:posOffset>
                </wp:positionH>
                <wp:positionV relativeFrom="paragraph">
                  <wp:posOffset>166370</wp:posOffset>
                </wp:positionV>
                <wp:extent cx="6589395" cy="3837305"/>
                <wp:effectExtent l="0" t="0" r="0" b="0"/>
                <wp:wrapNone/>
                <wp:docPr id="20" name="文本框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9395" cy="3837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114300" distR="114300">
                                  <wp:extent cx="6405880" cy="3614420"/>
                                  <wp:effectExtent l="0" t="0" r="13970" b="5080"/>
                                  <wp:docPr id="16" name="图片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图片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05880" cy="36144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0" o:spid="_x0000_s1026" o:spt="202" type="#_x0000_t202" style="position:absolute;left:0pt;margin-left:-7.4pt;margin-top:13.1pt;height:302.15pt;width:518.85pt;z-index:251674624;mso-width-relative:page;mso-height-relative:page;" filled="f" stroked="f" coordsize="21600,21600" o:gfxdata="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Kypi+2QAAAAsBAAAPAAAAAAAAAAEAIAAAACIAAABkcnMvZG93&#10;bnJldi54bWxQSwECFAAUAAAACACHTuJA3D10Df8BAADLAwAADgAAAAAAAAABACAAAAAoAQAAZHJz&#10;L2Uyb0RvYy54bWxQSwUGAAAAAAYABgBZAQAAm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114300" distR="114300">
                            <wp:extent cx="6405880" cy="3614420"/>
                            <wp:effectExtent l="0" t="0" r="13970" b="5080"/>
                            <wp:docPr id="16" name="图片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图片 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405880" cy="36144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12344400</wp:posOffset>
                </wp:positionH>
                <wp:positionV relativeFrom="paragraph">
                  <wp:posOffset>-1228725</wp:posOffset>
                </wp:positionV>
                <wp:extent cx="1504950" cy="1321435"/>
                <wp:effectExtent l="13970" t="13970" r="24130" b="17145"/>
                <wp:wrapNone/>
                <wp:docPr id="4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1321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rnd" cmpd="thickThin">
                          <a:solidFill>
                            <a:srgbClr val="FF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主  编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　王婷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副主编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杨楠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编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辑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曹欣然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 xml:space="preserve">        刘仕棋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 xml:space="preserve">        郭奕豪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杨楠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972pt;margin-top:-96.75pt;height:104.05pt;width:118.5pt;z-index:251670528;mso-width-relative:page;mso-height-relative:page;" fillcolor="#FFFFFF" filled="t" stroked="t" coordsize="21600,21600" o:gfxdata="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D2SKxPdAAAA&#10;DQEAAA8AAAAAAAAAAQAgAAAAIgAAAGRycy9kb3ducmV2LnhtbFBLAQIUABQAAAAIAIdO4kCQk0VT&#10;UQIAAH8EAAAOAAAAAAAAAAEAIAAAACwBAABkcnMvZTJvRG9jLnhtbFBLBQYAAAAABgAGAFkBAADv&#10;BQAAAAA=&#10;">
                <v:fill on="t" focussize="0,0"/>
                <v:stroke weight="2.25pt" color="#FF0000" linestyle="thickThin" miterlimit="8" joinstyle="miter" dashstyle="1 1" endcap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szCs w:val="24"/>
                        </w:rPr>
                        <w:t>主  编</w:t>
                      </w:r>
                      <w:r>
                        <w:rPr>
                          <w:rFonts w:hint="eastAsia"/>
                          <w:sz w:val="24"/>
                        </w:rPr>
                        <w:t>　王婷</w:t>
                      </w:r>
                    </w:p>
                    <w:p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副主编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 杨楠</w:t>
                      </w:r>
                    </w:p>
                    <w:p>
                      <w:pPr>
                        <w:jc w:val="left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编</w:t>
                      </w:r>
                      <w:r>
                        <w:rPr>
                          <w:rFonts w:hint="eastAsia"/>
                          <w:b/>
                          <w:sz w:val="24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辑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曹欣然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</w:p>
                    <w:p>
                      <w:pPr>
                        <w:jc w:val="left"/>
                        <w:rPr>
                          <w:rFonts w:hint="eastAsia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 xml:space="preserve">        刘仕棋</w:t>
                      </w:r>
                    </w:p>
                    <w:p>
                      <w:pPr>
                        <w:jc w:val="left"/>
                        <w:rPr>
                          <w:rFonts w:hint="eastAsia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 xml:space="preserve">        郭奕豪</w:t>
                      </w:r>
                    </w:p>
                    <w:p>
                      <w:pPr>
                        <w:jc w:val="left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       </w:t>
                      </w: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杨楠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6755765</wp:posOffset>
                </wp:positionH>
                <wp:positionV relativeFrom="paragraph">
                  <wp:posOffset>99060</wp:posOffset>
                </wp:positionV>
                <wp:extent cx="7188200" cy="5715"/>
                <wp:effectExtent l="0" t="0" r="25400" b="45085"/>
                <wp:wrapNone/>
                <wp:docPr id="28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188200" cy="57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flip:x;margin-left:531.95pt;margin-top:7.8pt;height:0.45pt;width:566pt;z-index:251643904;mso-width-relative:page;mso-height-relative:page;" filled="f" stroked="t" coordsize="21600,21600" o:gfxdata="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vleadoAAAALAQAADwAAAAAAAAABACAAAAAiAAAAZHJzL2Rvd25yZXYueG1sUEsBAhQA&#10;FAAAAAgAh07iQA2TQVvwAQAAqQMAAA4AAAAAAAAAAQAgAAAAKQEAAGRycy9lMm9Eb2MueG1sUEsF&#10;BgAAAAAGAAYAWQEAAIsFAAAAAA=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6733540</wp:posOffset>
                </wp:positionH>
                <wp:positionV relativeFrom="paragraph">
                  <wp:posOffset>160020</wp:posOffset>
                </wp:positionV>
                <wp:extent cx="7153275" cy="335915"/>
                <wp:effectExtent l="0" t="0" r="9525" b="6985"/>
                <wp:wrapNone/>
                <wp:docPr id="9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3275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信管理论研习会社刊 2016年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lang w:val="en-US" w:eastAsia="zh-CN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lang w:val="en-US" w:eastAsia="zh-CN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 xml:space="preserve">日 星期五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2060"/>
                                <w:sz w:val="24"/>
                                <w:highlight w:val="yellow"/>
                                <w:lang w:val="en-US" w:eastAsia="zh-CN"/>
                              </w:rPr>
                              <w:t>2016年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2060"/>
                                <w:sz w:val="24"/>
                                <w:highlight w:val="yellow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2060"/>
                                <w:sz w:val="24"/>
                                <w:highlight w:val="yellow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2060"/>
                                <w:sz w:val="24"/>
                                <w:highlight w:val="yellow"/>
                              </w:rPr>
                              <w:t>期 总第9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2060"/>
                                <w:sz w:val="24"/>
                                <w:highlight w:val="yellow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2060"/>
                                <w:sz w:val="24"/>
                                <w:highlight w:val="yellow"/>
                              </w:rPr>
                              <w:t>期</w:t>
                            </w:r>
                            <w:r>
                              <w:rPr>
                                <w:b/>
                                <w:bCs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本版编辑：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lang w:val="en-US" w:eastAsia="zh-CN"/>
                              </w:rPr>
                              <w:t>曹欣然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530.2pt;margin-top:12.6pt;height:26.45pt;width:563.25pt;z-index:251671552;mso-width-relative:page;mso-height-relative:page;" fillcolor="#FFFFFF" filled="t" stroked="f" coordsize="21600,21600" o:gfxdata="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tMmp3tgAAAALAQAADwAA&#10;AAAAAAABACAAAAAiAAAAZHJzL2Rvd25yZXYueG1sUEsBAhQAFAAAAAgAh07iQHHkdOkWAgAA/wMA&#10;AA4AAAAAAAAAAQAgAAAAJwEAAGRycy9lMm9Eb2MueG1sUEsFBgAAAAAGAAYAWQEAAK8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</w:rPr>
                        <w:t>信管理论研习会社刊 2016年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lang w:val="en-US" w:eastAsia="zh-CN"/>
                        </w:rPr>
                        <w:t>11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</w:rPr>
                        <w:t>月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lang w:val="en-US" w:eastAsia="zh-CN"/>
                        </w:rPr>
                        <w:t>11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</w:rPr>
                        <w:t xml:space="preserve">日 星期五 </w:t>
                      </w:r>
                      <w:r>
                        <w:rPr>
                          <w:rFonts w:hint="eastAsia"/>
                          <w:b/>
                          <w:bCs/>
                          <w:color w:val="002060"/>
                          <w:sz w:val="24"/>
                          <w:highlight w:val="yellow"/>
                          <w:lang w:val="en-US" w:eastAsia="zh-CN"/>
                        </w:rPr>
                        <w:t>2016年</w:t>
                      </w:r>
                      <w:r>
                        <w:rPr>
                          <w:rFonts w:hint="eastAsia"/>
                          <w:b/>
                          <w:bCs/>
                          <w:color w:val="002060"/>
                          <w:sz w:val="24"/>
                          <w:highlight w:val="yellow"/>
                        </w:rPr>
                        <w:t>第</w:t>
                      </w:r>
                      <w:r>
                        <w:rPr>
                          <w:rFonts w:hint="eastAsia"/>
                          <w:b/>
                          <w:bCs/>
                          <w:color w:val="002060"/>
                          <w:sz w:val="24"/>
                          <w:highlight w:val="yellow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/>
                          <w:b/>
                          <w:bCs/>
                          <w:color w:val="002060"/>
                          <w:sz w:val="24"/>
                          <w:highlight w:val="yellow"/>
                        </w:rPr>
                        <w:t>期 总第9</w:t>
                      </w:r>
                      <w:r>
                        <w:rPr>
                          <w:rFonts w:hint="eastAsia"/>
                          <w:b/>
                          <w:bCs/>
                          <w:color w:val="002060"/>
                          <w:sz w:val="24"/>
                          <w:highlight w:val="yellow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/>
                          <w:b/>
                          <w:bCs/>
                          <w:color w:val="002060"/>
                          <w:sz w:val="24"/>
                          <w:highlight w:val="yellow"/>
                        </w:rPr>
                        <w:t>期</w:t>
                      </w:r>
                      <w:r>
                        <w:rPr>
                          <w:b/>
                          <w:bCs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</w:rPr>
                        <w:t>本版编辑：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lang w:val="en-US" w:eastAsia="zh-CN"/>
                        </w:rPr>
                        <w:t>曹欣然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6733540</wp:posOffset>
                </wp:positionH>
                <wp:positionV relativeFrom="paragraph">
                  <wp:posOffset>160020</wp:posOffset>
                </wp:positionV>
                <wp:extent cx="6563360" cy="335915"/>
                <wp:effectExtent l="2540" t="0" r="0" b="0"/>
                <wp:wrapNone/>
                <wp:docPr id="31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3360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信管理论研习会社刊 2016年05月05日 星期五 第</w:t>
                            </w:r>
                            <w:r>
                              <w:rPr>
                                <w:b/>
                                <w:bCs/>
                                <w:sz w:val="24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3期 总第93期　</w:t>
                            </w:r>
                            <w:r>
                              <w:rPr>
                                <w:b/>
                                <w:bCs/>
                                <w:sz w:val="24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本版编辑：杨楠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530.2pt;margin-top:12.6pt;height:26.45pt;width:516.8pt;z-index:251642880;mso-width-relative:page;mso-height-relative:page;" fillcolor="#FFFFFF" filled="t" stroked="f" coordsize="21600,21600" o:gfxdata="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pxKsu2AAAAAsBAAAPAAAA&#10;AAAAAAEAIAAAACIAAABkcnMvZG93bnJldi54bWxQSwECFAAUAAAACACHTuJA9Oi8YxUCAAAABAAA&#10;DgAAAAAAAAABACAAAAAnAQAAZHJzL2Uyb0RvYy54bWxQSwUGAAAAAAYABgBZAQAAr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</w:rPr>
                        <w:t>信管理论研习会社刊 2016年05月05日 星期五 第</w:t>
                      </w:r>
                      <w:r>
                        <w:rPr>
                          <w:b/>
                          <w:bCs/>
                          <w:sz w:val="24"/>
                        </w:rPr>
                        <w:t>9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</w:rPr>
                        <w:t>3期 总第93期　</w:t>
                      </w:r>
                      <w:r>
                        <w:rPr>
                          <w:b/>
                          <w:bCs/>
                          <w:sz w:val="24"/>
                        </w:rPr>
                        <w:t xml:space="preserve">     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</w:rPr>
                        <w:t>本版编辑：杨楠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6755765</wp:posOffset>
                </wp:positionH>
                <wp:positionV relativeFrom="paragraph">
                  <wp:posOffset>8890</wp:posOffset>
                </wp:positionV>
                <wp:extent cx="7156450" cy="635"/>
                <wp:effectExtent l="0" t="0" r="0" b="0"/>
                <wp:wrapNone/>
                <wp:docPr id="30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56450" cy="6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531.95pt;margin-top:0.7pt;height:0.05pt;width:563.5pt;z-index:251649024;mso-width-relative:page;mso-height-relative:page;" filled="f" stroked="t" coordsize="21600,21600" o:gfxdata="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gZQ/B1wAA&#10;AAkBAAAPAAAAAAAAAAEAIAAAACIAAABkcnMvZG93bnJldi54bWxQSwECFAAUAAAACACHTuJAL17H&#10;huYBAACeAwAADgAAAAAAAAABACAAAAAmAQAAZHJzL2Uyb0RvYy54bWxQSwUGAAAAAAYABgBZAQAA&#10;fgUAAAAA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</w:t>
      </w:r>
      <w:r>
        <w:rPr>
          <w:rFonts w:ascii="Arial" w:hAnsi="Arial" w:cs="Arial"/>
        </w:rPr>
        <w:t xml:space="preserve"> </w:t>
      </w:r>
      <w:r>
        <w:rPr>
          <w:rFonts w:hint="eastAsia"/>
        </w:rPr>
        <w:t xml:space="preserve">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2762250</wp:posOffset>
                </wp:positionH>
                <wp:positionV relativeFrom="paragraph">
                  <wp:posOffset>9067800</wp:posOffset>
                </wp:positionV>
                <wp:extent cx="2215515" cy="487680"/>
                <wp:effectExtent l="0" t="0" r="0" b="0"/>
                <wp:wrapNone/>
                <wp:docPr id="35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5515" cy="487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10"/>
                              <w:jc w:val="left"/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日本网吧要引入一套基于Gear VR的</w:t>
                            </w:r>
                          </w:p>
                          <w:p>
                            <w:pPr>
                              <w:pStyle w:val="10"/>
                              <w:jc w:val="left"/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虚拟现实系统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217.5pt;margin-top:714pt;height:38.4pt;width:174.45pt;mso-wrap-style:none;z-index:251667456;mso-width-relative:page;mso-height-relative:page;" filled="f" stroked="f" coordsize="21600,21600" o:gfxdata="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I1xFLvZAAAADQEAAA8AAAAAAAAA&#10;AQAgAAAAIgAAAGRycy9kb3ducmV2LnhtbFBLAQIUABQAAAAIAIdO4kDdbLM/ngEAAA4DAAAOAAAA&#10;AAAAAAEAIAAAACgBAABkcnMvZTJvRG9jLnhtbFBLBQYAAAAABgAGAFkBAAA4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0"/>
                        <w:jc w:val="left"/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  <w:t>日本网吧要引入一套基于Gear VR的</w:t>
                      </w:r>
                    </w:p>
                    <w:p>
                      <w:pPr>
                        <w:pStyle w:val="10"/>
                        <w:jc w:val="left"/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  <w:t>虚拟现实系统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9086850</wp:posOffset>
                </wp:positionV>
                <wp:extent cx="2247265" cy="487680"/>
                <wp:effectExtent l="0" t="0" r="0" b="0"/>
                <wp:wrapNone/>
                <wp:docPr id="24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265" cy="487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10"/>
                              <w:jc w:val="left"/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VR看房！宜家将虚拟现实技术从游戏</w:t>
                            </w:r>
                          </w:p>
                          <w:p>
                            <w:pPr>
                              <w:pStyle w:val="10"/>
                              <w:jc w:val="left"/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带到了商场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26.25pt;margin-top:715.5pt;height:38.4pt;width:176.95pt;mso-wrap-style:none;z-index:251666432;mso-width-relative:page;mso-height-relative:page;" filled="f" stroked="f" coordsize="21600,21600" o:gfxdata="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s6sLUtcAAAAMAQAADwAAAAAAAAAB&#10;ACAAAAAiAAAAZHJzL2Rvd25yZXYueG1sUEsBAhQAFAAAAAgAh07iQCz0wnufAQAADwMAAA4AAAAA&#10;AAAAAQAgAAAAJgEAAGRycy9lMm9Eb2MueG1sUEsFBgAAAAAGAAYAWQEAADc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0"/>
                        <w:jc w:val="left"/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  <w:t>VR看房！宜家将虚拟现实技术从游戏</w:t>
                      </w:r>
                    </w:p>
                    <w:p>
                      <w:pPr>
                        <w:pStyle w:val="10"/>
                        <w:jc w:val="left"/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  <w:t>带到了商场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9086850</wp:posOffset>
                </wp:positionV>
                <wp:extent cx="2247265" cy="487680"/>
                <wp:effectExtent l="0" t="0" r="0" b="0"/>
                <wp:wrapNone/>
                <wp:docPr id="23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265" cy="487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10"/>
                              <w:jc w:val="left"/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VR看房！宜家将虚拟现实技术从游戏</w:t>
                            </w:r>
                          </w:p>
                          <w:p>
                            <w:pPr>
                              <w:pStyle w:val="10"/>
                              <w:jc w:val="left"/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带到了商场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26.25pt;margin-top:715.5pt;height:38.4pt;width:176.95pt;mso-wrap-style:none;z-index:251664384;mso-width-relative:page;mso-height-relative:page;" filled="f" stroked="f" coordsize="21600,21600" o:gfxdata="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s6sLUtcAAAAMAQAADwAAAAAAAAAB&#10;ACAAAAAiAAAAZHJzL2Rvd25yZXYueG1sUEsBAhQAFAAAAAgAh07iQBibN3KfAQAADwMAAA4AAAAA&#10;AAAAAQAgAAAAJgEAAGRycy9lMm9Eb2MueG1sUEsFBgAAAAAGAAYAWQEAADc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0"/>
                        <w:jc w:val="left"/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  <w:t>VR看房！宜家将虚拟现实技术从游戏</w:t>
                      </w:r>
                    </w:p>
                    <w:p>
                      <w:pPr>
                        <w:pStyle w:val="10"/>
                        <w:jc w:val="left"/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  <w:t>带到了商场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6567170</wp:posOffset>
                </wp:positionH>
                <wp:positionV relativeFrom="paragraph">
                  <wp:posOffset>106045</wp:posOffset>
                </wp:positionV>
                <wp:extent cx="1257300" cy="2877820"/>
                <wp:effectExtent l="0" t="0" r="0" b="0"/>
                <wp:wrapNone/>
                <wp:docPr id="50" name="艺术字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257300" cy="2877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10"/>
                              <w:jc w:val="center"/>
                              <w:rPr>
                                <w:rFonts w:ascii="Baoli SC" w:eastAsia="Baoli SC"/>
                                <w:color w:val="C00000"/>
                                <w:kern w:val="0"/>
                              </w:rPr>
                            </w:pPr>
                            <w:r>
                              <w:rPr>
                                <w:rFonts w:hint="eastAsia" w:ascii="Baoli SC" w:hAnsi="隶书" w:eastAsia="Baoli SC" w:cs="隶书"/>
                                <w:color w:val="C00000"/>
                                <w:sz w:val="72"/>
                                <w:szCs w:val="72"/>
                                <w14:shadow w14:blurRad="63500" w14:dist="99187" w14:dir="7788334" w14:sx="100000" w14:sy="100000" w14:kx="0" w14:ky="0" w14:algn="ctr">
                                  <w14:srgbClr w14:val="000080">
                                    <w14:alpha w14:val="20000"/>
                                  </w14:srgbClr>
                                </w14:shadow>
                              </w:rPr>
                              <w:t>国内新闻</w:t>
                            </w:r>
                          </w:p>
                        </w:txbxContent>
                      </wps:txbx>
                      <wps:bodyPr vert="eaVert" wrap="square" fromWordAr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艺术字 22" o:spid="_x0000_s1026" o:spt="202" type="#_x0000_t202" style="position:absolute;left:0pt;margin-left:517.1pt;margin-top:8.35pt;height:226.6pt;width:99pt;z-index:251683840;mso-width-relative:page;mso-height-relative:page;" filled="f" stroked="f" coordsize="21600,21600" o:gfxdata="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2lVHj2gAAAAwBAAAPAAAAAAAA&#10;AAEAIAAAACIAAABkcnMvZG93bnJldi54bWxQSwECFAAUAAAACACHTuJATITDKNcBAABuAwAADgAA&#10;AAAAAAABACAAAAApAQAAZHJzL2Uyb0RvYy54bWxQSwUGAAAAAAYABgBZAQAAcgUAAAAA&#10;">
                <v:fill on="f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pStyle w:val="10"/>
                        <w:jc w:val="center"/>
                        <w:rPr>
                          <w:rFonts w:ascii="Baoli SC" w:eastAsia="Baoli SC"/>
                          <w:color w:val="C00000"/>
                          <w:kern w:val="0"/>
                        </w:rPr>
                      </w:pPr>
                      <w:r>
                        <w:rPr>
                          <w:rFonts w:hint="eastAsia" w:ascii="Baoli SC" w:hAnsi="隶书" w:eastAsia="Baoli SC" w:cs="隶书"/>
                          <w:color w:val="C00000"/>
                          <w:sz w:val="72"/>
                          <w:szCs w:val="72"/>
                          <w14:shadow w14:blurRad="63500" w14:dist="99187" w14:dir="7788334" w14:sx="100000" w14:sy="100000" w14:kx="0" w14:ky="0" w14:algn="ctr">
                            <w14:srgbClr w14:val="000080">
                              <w14:alpha w14:val="20000"/>
                            </w14:srgbClr>
                          </w14:shadow>
                        </w:rPr>
                        <w:t>国内新闻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                        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7302500</wp:posOffset>
                </wp:positionH>
                <wp:positionV relativeFrom="paragraph">
                  <wp:posOffset>68580</wp:posOffset>
                </wp:positionV>
                <wp:extent cx="4855845" cy="3020060"/>
                <wp:effectExtent l="0" t="0" r="20955" b="27940"/>
                <wp:wrapSquare wrapText="bothSides"/>
                <wp:docPr id="22" name="自选图形 18" descr="十二五计划编制工作启动&#10;新疆发现逾两百米单煤层&#10;江苏斥41亿美元在台采购&#10;奥巴马对话中国青年&#10;中国文字博物馆本月16日开馆&#10;台湾将建首座海底地震站&#10;中美元首会晤并会见记者&#10;首批女航天员初选完成&#10;南方不会重现去年雪灾&#10;毛蒋后代握手言欢&#10;中文域名或于2010年投入使用&#10;十大需求大学生专业发布&#10;60件奥运珍品月底拍卖&#10;我国首个超级计算中心开建&#10;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5845" cy="3020060"/>
                        </a:xfrm>
                        <a:prstGeom prst="verticalScroll">
                          <a:avLst>
                            <a:gd name="adj" fmla="val 7648"/>
                          </a:avLst>
                        </a:prstGeom>
                        <a:noFill/>
                        <a:ln w="25400" cmpd="sng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自选图形 18" o:spid="_x0000_s1026" o:spt="97" alt="十二五计划编制工作启动&#10;新疆发现逾两百米单煤层&#10;江苏斥41亿美元在台采购&#10;奥巴马对话中国青年&#10;中国文字博物馆本月16日开馆&#10;台湾将建首座海底地震站&#10;中美元首会晤并会见记者&#10;首批女航天员初选完成&#10;南方不会重现去年雪灾&#10;毛蒋后代握手言欢&#10;中文域名或于2010年投入使用&#10;十大需求大学生专业发布&#10;60件奥运珍品月底拍卖&#10;我国首个超级计算中心开建&#10;" type="#_x0000_t97" style="position:absolute;left:0pt;margin-left:575pt;margin-top:5.4pt;height:237.8pt;width:382.35pt;mso-wrap-distance-bottom:0pt;mso-wrap-distance-left:9pt;mso-wrap-distance-right:9pt;mso-wrap-distance-top:0pt;z-index:251658240;mso-width-relative:page;mso-height-relative:page;" filled="f" stroked="t" coordsize="21600,21600" o:gfxdata="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" adj="1652">
                <v:fill on="f" focussize="0,0"/>
                <v:stroke weight="2pt" color="#F4B183 [1941]" joinstyle="round"/>
                <v:imagedata o:title=""/>
                <o:lock v:ext="edit" aspectratio="f"/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12232005</wp:posOffset>
                </wp:positionH>
                <wp:positionV relativeFrom="paragraph">
                  <wp:posOffset>96520</wp:posOffset>
                </wp:positionV>
                <wp:extent cx="1835785" cy="688340"/>
                <wp:effectExtent l="0" t="0" r="0" b="0"/>
                <wp:wrapThrough wrapText="bothSides">
                  <wp:wrapPolygon>
                    <wp:start x="299" y="0"/>
                    <wp:lineTo x="299" y="20723"/>
                    <wp:lineTo x="20920" y="20723"/>
                    <wp:lineTo x="20920" y="0"/>
                    <wp:lineTo x="299" y="0"/>
                  </wp:wrapPolygon>
                </wp:wrapThrough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5785" cy="688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0"/>
                              <w:ind w:left="1"/>
                              <w:jc w:val="distribute"/>
                              <w:rPr>
                                <w:rFonts w:ascii="Baoli SC" w:hAnsi="Hiragino Sans GB W3" w:eastAsia="Baoli SC" w:cs="华文隶书"/>
                                <w:b/>
                                <w:color w:val="2F5597" w:themeColor="accent5" w:themeShade="BF"/>
                                <w:sz w:val="56"/>
                                <w:szCs w:val="5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hint="eastAsia" w:ascii="Baoli SC" w:hAnsi="Hiragino Sans GB W3" w:eastAsia="Baoli SC" w:cs="华文隶书"/>
                                <w:b/>
                                <w:color w:val="2F5597" w:themeColor="accent5" w:themeShade="BF"/>
                                <w:sz w:val="56"/>
                                <w:szCs w:val="5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  <w:t>本期导读</w:t>
                            </w:r>
                          </w:p>
                          <w:p>
                            <w:pPr>
                              <w:rPr>
                                <w:rFonts w:ascii="Baoli SC" w:eastAsia="Baoli SC"/>
                                <w:color w:val="2F5597" w:themeColor="accent5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63.15pt;margin-top:7.6pt;height:54.2pt;width:144.55pt;mso-wrap-distance-left:9pt;mso-wrap-distance-right:9pt;z-index:251679744;mso-width-relative:page;mso-height-relative:page;" filled="f" stroked="f" coordsize="21600,21600" wrapcoords="299 0 299 20723 20920 20723 20920 0 299 0" o:gfxdata="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PpApB2AAA&#10;AAwBAAAPAAAAAAAAAAEAIAAAACIAAABkcnMvZG93bnJldi54bWxQSwECFAAUAAAACACHTuJA8Prh&#10;oR4CAAAfBAAADgAAAAAAAAABACAAAAAnAQAAZHJzL2Uyb0RvYy54bWxQSwUGAAAAAAYABgBZAQAA&#10;t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0"/>
                        <w:ind w:left="1"/>
                        <w:jc w:val="distribute"/>
                        <w:rPr>
                          <w:rFonts w:ascii="Baoli SC" w:hAnsi="Hiragino Sans GB W3" w:eastAsia="Baoli SC" w:cs="华文隶书"/>
                          <w:b/>
                          <w:color w:val="2F5597" w:themeColor="accent5" w:themeShade="BF"/>
                          <w:sz w:val="56"/>
                          <w:szCs w:val="5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</w:pPr>
                      <w:r>
                        <w:rPr>
                          <w:rFonts w:hint="eastAsia" w:ascii="Baoli SC" w:hAnsi="Hiragino Sans GB W3" w:eastAsia="Baoli SC" w:cs="华文隶书"/>
                          <w:b/>
                          <w:color w:val="2F5597" w:themeColor="accent5" w:themeShade="BF"/>
                          <w:sz w:val="56"/>
                          <w:szCs w:val="5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  <w:t>本期导读</w:t>
                      </w:r>
                    </w:p>
                    <w:p>
                      <w:pPr>
                        <w:rPr>
                          <w:rFonts w:ascii="Baoli SC" w:eastAsia="Baoli SC"/>
                          <w:color w:val="2F5597" w:themeColor="accent5" w:themeShade="BF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                                                                                                  </w:t>
      </w:r>
    </w:p>
    <w:p/>
    <w:p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7597775</wp:posOffset>
                </wp:positionH>
                <wp:positionV relativeFrom="paragraph">
                  <wp:posOffset>116840</wp:posOffset>
                </wp:positionV>
                <wp:extent cx="4114800" cy="2679700"/>
                <wp:effectExtent l="0" t="0" r="0" b="12700"/>
                <wp:wrapSquare wrapText="bothSides"/>
                <wp:docPr id="53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267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6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firstLineChars="0"/>
                              <w:rPr>
                                <w:rFonts w:hint="eastAsia" w:cs="Times" w:asciiTheme="minorEastAsia" w:hAnsiTheme="minorEastAsia" w:eastAsiaTheme="minorEastAsia"/>
                                <w:color w:val="535353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Times" w:asciiTheme="minorEastAsia" w:hAnsiTheme="minorEastAsia" w:eastAsiaTheme="minorEastAsia"/>
                                <w:bCs/>
                                <w:color w:val="535353"/>
                                <w:kern w:val="0"/>
                                <w:sz w:val="32"/>
                                <w:szCs w:val="32"/>
                              </w:rPr>
                              <w:t>北京时间10月17日7时49分，执行与天宫二号交会对接任务的神舟十一号载人飞船，在酒泉卫星发射中心发射升空后准确进入预定轨道，顺利将2名航天员送上太空</w:t>
                            </w:r>
                            <w:r>
                              <w:rPr>
                                <w:rFonts w:cs="Times" w:asciiTheme="minorEastAsia" w:hAnsiTheme="minorEastAsia" w:eastAsiaTheme="minorEastAsia"/>
                                <w:color w:val="535353"/>
                                <w:kern w:val="0"/>
                                <w:sz w:val="32"/>
                                <w:szCs w:val="32"/>
                              </w:rPr>
                              <w:t>。</w:t>
                            </w:r>
                          </w:p>
                          <w:p>
                            <w:pPr>
                              <w:pStyle w:val="26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firstLineChars="0"/>
                              <w:rPr>
                                <w:rFonts w:hint="eastAsia" w:asciiTheme="minorEastAsia" w:hAnsiTheme="minorEastAsia" w:eastAsiaTheme="minorEastAsia"/>
                              </w:rPr>
                            </w:pPr>
                            <w:r>
                              <w:rPr>
                                <w:rFonts w:hint="eastAsia" w:cs="Times" w:asciiTheme="minorEastAsia" w:hAnsiTheme="minorEastAsia" w:eastAsiaTheme="minorEastAsia"/>
                                <w:color w:val="535353"/>
                                <w:kern w:val="0"/>
                                <w:sz w:val="32"/>
                                <w:szCs w:val="32"/>
                              </w:rPr>
                              <w:t>纪念</w:t>
                            </w:r>
                            <w:r>
                              <w:rPr>
                                <w:rFonts w:cs="Times" w:asciiTheme="minorEastAsia" w:hAnsiTheme="minorEastAsia" w:eastAsiaTheme="minorEastAsia"/>
                                <w:color w:val="535353"/>
                                <w:kern w:val="0"/>
                                <w:sz w:val="32"/>
                                <w:szCs w:val="32"/>
                              </w:rPr>
                              <w:t>红军长征胜利80周年大会10月21日上午在北京人民大会堂隆重举行。</w:t>
                            </w:r>
                          </w:p>
                          <w:p>
                            <w:pPr>
                              <w:pStyle w:val="26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firstLineChars="0"/>
                              <w:rPr>
                                <w:rFonts w:hint="eastAsia" w:asciiTheme="minorEastAsia" w:hAnsiTheme="minorEastAsia" w:eastAsiaTheme="minorEastAsia"/>
                              </w:rPr>
                            </w:pPr>
                            <w:r>
                              <w:rPr>
                                <w:rFonts w:cs="Times" w:asciiTheme="minorEastAsia" w:hAnsiTheme="minorEastAsia" w:eastAsiaTheme="minorEastAsia"/>
                                <w:color w:val="535353"/>
                                <w:kern w:val="0"/>
                                <w:sz w:val="32"/>
                                <w:szCs w:val="32"/>
                              </w:rPr>
                              <w:t>2016年10月24日，</w:t>
                            </w:r>
                            <w:r>
                              <w:rPr>
                                <w:rFonts w:cs="Times" w:asciiTheme="minorEastAsia" w:hAnsiTheme="minorEastAsia" w:eastAsiaTheme="minorEastAsia"/>
                                <w:bCs/>
                                <w:color w:val="535353"/>
                                <w:kern w:val="0"/>
                                <w:sz w:val="32"/>
                                <w:szCs w:val="32"/>
                              </w:rPr>
                              <w:t>中国共产党十八届六中全会在北京开幕</w:t>
                            </w:r>
                            <w:r>
                              <w:rPr>
                                <w:rFonts w:cs="Times" w:asciiTheme="minorEastAsia" w:hAnsiTheme="minorEastAsia" w:eastAsiaTheme="minorEastAsia"/>
                                <w:color w:val="535353"/>
                                <w:kern w:val="0"/>
                                <w:sz w:val="32"/>
                                <w:szCs w:val="3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8.25pt;margin-top:9.2pt;height:211pt;width:324pt;mso-wrap-distance-bottom:0pt;mso-wrap-distance-left:9pt;mso-wrap-distance-right:9pt;mso-wrap-distance-top:0pt;z-index:251684864;mso-width-relative:page;mso-height-relative:page;" filled="f" stroked="f" coordsize="21600,21600" o:gfxdata="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E/axQzXAAAA&#10;DAEAAA8AAAAAAAAAAQAgAAAAIgAAAGRycy9kb3ducmV2LnhtbFBLAQIUABQAAAAIAIdO4kAnvyGN&#10;HgIAACAEAAAOAAAAAAAAAAEAIAAAACYBAABkcnMvZTJvRG9jLnhtbFBLBQYAAAAABgAGAFkBAAC2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6"/>
                        <w:numPr>
                          <w:ilvl w:val="0"/>
                          <w:numId w:val="1"/>
                        </w:numPr>
                        <w:spacing w:line="400" w:lineRule="exact"/>
                        <w:ind w:firstLineChars="0"/>
                        <w:rPr>
                          <w:rFonts w:hint="eastAsia" w:cs="Times" w:asciiTheme="minorEastAsia" w:hAnsiTheme="minorEastAsia" w:eastAsiaTheme="minorEastAsia"/>
                          <w:color w:val="535353"/>
                          <w:kern w:val="0"/>
                          <w:sz w:val="32"/>
                          <w:szCs w:val="32"/>
                        </w:rPr>
                      </w:pPr>
                      <w:r>
                        <w:rPr>
                          <w:rFonts w:cs="Times" w:asciiTheme="minorEastAsia" w:hAnsiTheme="minorEastAsia" w:eastAsiaTheme="minorEastAsia"/>
                          <w:bCs/>
                          <w:color w:val="535353"/>
                          <w:kern w:val="0"/>
                          <w:sz w:val="32"/>
                          <w:szCs w:val="32"/>
                        </w:rPr>
                        <w:t>北京时间10月17日7时49分，执行与天宫二号交会对接任务的神舟十一号载人飞船，在酒泉卫星发射中心发射升空后准确进入预定轨道，顺利将2名航天员送上太空</w:t>
                      </w:r>
                      <w:r>
                        <w:rPr>
                          <w:rFonts w:cs="Times" w:asciiTheme="minorEastAsia" w:hAnsiTheme="minorEastAsia" w:eastAsiaTheme="minorEastAsia"/>
                          <w:color w:val="535353"/>
                          <w:kern w:val="0"/>
                          <w:sz w:val="32"/>
                          <w:szCs w:val="32"/>
                        </w:rPr>
                        <w:t>。</w:t>
                      </w:r>
                    </w:p>
                    <w:p>
                      <w:pPr>
                        <w:pStyle w:val="26"/>
                        <w:numPr>
                          <w:ilvl w:val="0"/>
                          <w:numId w:val="1"/>
                        </w:numPr>
                        <w:spacing w:line="400" w:lineRule="exact"/>
                        <w:ind w:firstLineChars="0"/>
                        <w:rPr>
                          <w:rFonts w:hint="eastAsia" w:asciiTheme="minorEastAsia" w:hAnsiTheme="minorEastAsia" w:eastAsiaTheme="minorEastAsia"/>
                        </w:rPr>
                      </w:pPr>
                      <w:r>
                        <w:rPr>
                          <w:rFonts w:hint="eastAsia" w:cs="Times" w:asciiTheme="minorEastAsia" w:hAnsiTheme="minorEastAsia" w:eastAsiaTheme="minorEastAsia"/>
                          <w:color w:val="535353"/>
                          <w:kern w:val="0"/>
                          <w:sz w:val="32"/>
                          <w:szCs w:val="32"/>
                        </w:rPr>
                        <w:t>纪念</w:t>
                      </w:r>
                      <w:r>
                        <w:rPr>
                          <w:rFonts w:cs="Times" w:asciiTheme="minorEastAsia" w:hAnsiTheme="minorEastAsia" w:eastAsiaTheme="minorEastAsia"/>
                          <w:color w:val="535353"/>
                          <w:kern w:val="0"/>
                          <w:sz w:val="32"/>
                          <w:szCs w:val="32"/>
                        </w:rPr>
                        <w:t>红军长征胜利80周年大会10月21日上午在北京人民大会堂隆重举行。</w:t>
                      </w:r>
                    </w:p>
                    <w:p>
                      <w:pPr>
                        <w:pStyle w:val="26"/>
                        <w:numPr>
                          <w:ilvl w:val="0"/>
                          <w:numId w:val="1"/>
                        </w:numPr>
                        <w:spacing w:line="400" w:lineRule="exact"/>
                        <w:ind w:firstLineChars="0"/>
                        <w:rPr>
                          <w:rFonts w:hint="eastAsia" w:asciiTheme="minorEastAsia" w:hAnsiTheme="minorEastAsia" w:eastAsiaTheme="minorEastAsia"/>
                        </w:rPr>
                      </w:pPr>
                      <w:r>
                        <w:rPr>
                          <w:rFonts w:cs="Times" w:asciiTheme="minorEastAsia" w:hAnsiTheme="minorEastAsia" w:eastAsiaTheme="minorEastAsia"/>
                          <w:color w:val="535353"/>
                          <w:kern w:val="0"/>
                          <w:sz w:val="32"/>
                          <w:szCs w:val="32"/>
                        </w:rPr>
                        <w:t>2016年10月24日，</w:t>
                      </w:r>
                      <w:r>
                        <w:rPr>
                          <w:rFonts w:cs="Times" w:asciiTheme="minorEastAsia" w:hAnsiTheme="minorEastAsia" w:eastAsiaTheme="minorEastAsia"/>
                          <w:bCs/>
                          <w:color w:val="535353"/>
                          <w:kern w:val="0"/>
                          <w:sz w:val="32"/>
                          <w:szCs w:val="32"/>
                        </w:rPr>
                        <w:t>中国共产党十八届六中全会在北京开幕</w:t>
                      </w:r>
                      <w:r>
                        <w:rPr>
                          <w:rFonts w:cs="Times" w:asciiTheme="minorEastAsia" w:hAnsiTheme="minorEastAsia" w:eastAsiaTheme="minorEastAsia"/>
                          <w:color w:val="535353"/>
                          <w:kern w:val="0"/>
                          <w:sz w:val="32"/>
                          <w:szCs w:val="32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</w:rPr>
        <w:t xml:space="preserve">   </w:t>
      </w:r>
    </w:p>
    <w:p>
      <w:pPr>
        <w:ind w:firstLine="5040" w:firstLineChars="2400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9086850</wp:posOffset>
                </wp:positionV>
                <wp:extent cx="2247265" cy="487680"/>
                <wp:effectExtent l="0" t="0" r="0" b="0"/>
                <wp:wrapNone/>
                <wp:docPr id="15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265" cy="487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10"/>
                              <w:jc w:val="left"/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VR看房！宜家将虚拟现实技术从游戏</w:t>
                            </w:r>
                          </w:p>
                          <w:p>
                            <w:pPr>
                              <w:pStyle w:val="10"/>
                              <w:jc w:val="left"/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带到了商场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26.25pt;margin-top:715.5pt;height:38.4pt;width:176.95pt;mso-wrap-style:none;z-index:251665408;mso-width-relative:page;mso-height-relative:page;" filled="f" stroked="f" coordsize="21600,21600" o:gfxdata="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CzqwtS1wAAAAwBAAAPAAAAAAAAAAEA&#10;IAAAACIAAABkcnMvZG93bnJldi54bWxQSwECFAAUAAAACACHTuJABI/p5J4BAAAPAwAADgAAAAAA&#10;AAABACAAAAAmAQAAZHJzL2Uyb0RvYy54bWxQSwUGAAAAAAYABgBZAQAAN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0"/>
                        <w:jc w:val="left"/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  <w:t>VR看房！宜家将虚拟现实技术从游戏</w:t>
                      </w:r>
                    </w:p>
                    <w:p>
                      <w:pPr>
                        <w:pStyle w:val="10"/>
                        <w:jc w:val="left"/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  <w:t>带到了商场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9086850</wp:posOffset>
                </wp:positionV>
                <wp:extent cx="2247265" cy="487680"/>
                <wp:effectExtent l="0" t="0" r="0" b="0"/>
                <wp:wrapNone/>
                <wp:docPr id="36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265" cy="487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10"/>
                              <w:jc w:val="left"/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VR看房！宜家将虚拟现实技术从游戏</w:t>
                            </w:r>
                          </w:p>
                          <w:p>
                            <w:pPr>
                              <w:pStyle w:val="10"/>
                              <w:jc w:val="left"/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带到了商场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26.25pt;margin-top:715.5pt;height:38.4pt;width:176.95pt;mso-wrap-style:none;z-index:251663360;mso-width-relative:page;mso-height-relative:page;" filled="f" stroked="f" coordsize="21600,21600" o:gfxdata="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s6sLUtcAAAAMAQAADwAAAAAAAAAB&#10;ACAAAAAiAAAAZHJzL2Rvd25yZXYueG1sUEsBAhQAFAAAAAgAh07iQOcFWL+fAQAADwMAAA4AAAAA&#10;AAAAAQAgAAAAJgEAAGRycy9lMm9Eb2MueG1sUEsFBgAAAAAGAAYAWQEAADc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0"/>
                        <w:jc w:val="left"/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  <w:t>VR看房！宜家将虚拟现实技术从游戏</w:t>
                      </w:r>
                    </w:p>
                    <w:p>
                      <w:pPr>
                        <w:pStyle w:val="10"/>
                        <w:jc w:val="left"/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  <w:t>带到了商场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</w:t>
      </w:r>
    </w:p>
    <w:p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12218035</wp:posOffset>
                </wp:positionH>
                <wp:positionV relativeFrom="paragraph">
                  <wp:posOffset>19685</wp:posOffset>
                </wp:positionV>
                <wp:extent cx="1899920" cy="1743710"/>
                <wp:effectExtent l="25400" t="25400" r="30480" b="34290"/>
                <wp:wrapNone/>
                <wp:docPr id="11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9920" cy="1743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47625" cmpd="dbl">
                          <a:solidFill>
                            <a:srgbClr val="FFFFFF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ascii="Baoli SC" w:eastAsia="Baoli SC"/>
                                <w:color w:val="5B9BD5" w:themeColor="accent1"/>
                                <w:sz w:val="28"/>
                                <w:szCs w:val="30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Baoli SC" w:eastAsia="Baoli SC"/>
                                <w:color w:val="5B9BD5" w:themeColor="accent1"/>
                                <w:sz w:val="28"/>
                                <w:szCs w:val="30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第一版 一句话新闻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ascii="Baoli SC" w:eastAsia="Baoli SC"/>
                                <w:color w:val="5B9BD5" w:themeColor="accent1"/>
                                <w:sz w:val="28"/>
                                <w:szCs w:val="30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Baoli SC" w:eastAsia="Baoli SC"/>
                                <w:color w:val="5B9BD5" w:themeColor="accent1"/>
                                <w:sz w:val="28"/>
                                <w:szCs w:val="30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第二版 主题聚集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ascii="Baoli SC" w:eastAsia="Baoli SC"/>
                                <w:color w:val="5B9BD5" w:themeColor="accent1"/>
                                <w:sz w:val="28"/>
                                <w:szCs w:val="30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Baoli SC" w:eastAsia="Baoli SC"/>
                                <w:color w:val="5B9BD5" w:themeColor="accent1"/>
                                <w:sz w:val="28"/>
                                <w:szCs w:val="30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第三版 人物透视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ascii="Baoli SC" w:eastAsia="Baoli SC"/>
                                <w:color w:val="5B9BD5" w:themeColor="accent1"/>
                                <w:sz w:val="28"/>
                                <w:szCs w:val="30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Baoli SC" w:eastAsia="Baoli SC"/>
                                <w:color w:val="5B9BD5" w:themeColor="accent1"/>
                                <w:sz w:val="28"/>
                                <w:szCs w:val="30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第四版 图片新闻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ascii="Baoli SC" w:eastAsia="Baoli SC"/>
                                <w:color w:val="5B9BD5" w:themeColor="accent1"/>
                                <w:sz w:val="28"/>
                                <w:szCs w:val="30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Baoli SC" w:eastAsia="Baoli SC"/>
                                <w:color w:val="5B9BD5" w:themeColor="accent1"/>
                                <w:sz w:val="28"/>
                                <w:szCs w:val="30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 xml:space="preserve">       知识拓展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ascii="华文隶书" w:eastAsia="华文隶书"/>
                                <w:color w:val="5B9BD5" w:themeColor="accent1"/>
                                <w:sz w:val="30"/>
                                <w:szCs w:val="30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隶书" w:eastAsia="华文隶书"/>
                                <w:color w:val="5B9BD5" w:themeColor="accent1"/>
                                <w:sz w:val="30"/>
                                <w:szCs w:val="30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 xml:space="preserve">        </w:t>
                            </w:r>
                          </w:p>
                          <w:p>
                            <w:pPr>
                              <w:rPr>
                                <w:rFonts w:ascii="华文隶书" w:eastAsia="华文隶书"/>
                                <w:color w:val="5B9BD5" w:themeColor="accent1"/>
                                <w:szCs w:val="21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3" o:spid="_x0000_s1026" o:spt="202" type="#_x0000_t202" style="position:absolute;left:0pt;margin-left:962.05pt;margin-top:1.55pt;height:137.3pt;width:149.6pt;z-index:251653120;mso-width-relative:page;mso-height-relative:page;" fillcolor="#FFFFFF" filled="t" stroked="t" coordsize="21600,21600" o:gfxdata="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uaRBd2QAAAAsBAAAPAAAAAAAAAAEAIAAAACIAAABkcnMvZG93bnJldi54&#10;bWxQSwECFAAUAAAACACHTuJAY0umZDICAABWBAAADgAAAAAAAAABACAAAAAoAQAAZHJzL2Uyb0Rv&#10;Yy54bWxQSwUGAAAAAAYABgBZAQAAzAUAAAAA&#10;">
                <v:fill on="t" focussize="0,0"/>
                <v:stroke weight="3.75pt" color="#FFFFFF" linestyle="thinThin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ascii="Baoli SC" w:eastAsia="Baoli SC"/>
                          <w:color w:val="5B9BD5" w:themeColor="accent1"/>
                          <w:sz w:val="28"/>
                          <w:szCs w:val="30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rFonts w:hint="eastAsia" w:ascii="Baoli SC" w:eastAsia="Baoli SC"/>
                          <w:color w:val="5B9BD5" w:themeColor="accent1"/>
                          <w:sz w:val="28"/>
                          <w:szCs w:val="30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第一版 一句话新闻</w:t>
                      </w:r>
                    </w:p>
                    <w:p>
                      <w:pPr>
                        <w:spacing w:line="0" w:lineRule="atLeast"/>
                        <w:rPr>
                          <w:rFonts w:ascii="Baoli SC" w:eastAsia="Baoli SC"/>
                          <w:color w:val="5B9BD5" w:themeColor="accent1"/>
                          <w:sz w:val="28"/>
                          <w:szCs w:val="30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rFonts w:hint="eastAsia" w:ascii="Baoli SC" w:eastAsia="Baoli SC"/>
                          <w:color w:val="5B9BD5" w:themeColor="accent1"/>
                          <w:sz w:val="28"/>
                          <w:szCs w:val="30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第二版 主题聚集</w:t>
                      </w:r>
                    </w:p>
                    <w:p>
                      <w:pPr>
                        <w:spacing w:line="0" w:lineRule="atLeast"/>
                        <w:rPr>
                          <w:rFonts w:ascii="Baoli SC" w:eastAsia="Baoli SC"/>
                          <w:color w:val="5B9BD5" w:themeColor="accent1"/>
                          <w:sz w:val="28"/>
                          <w:szCs w:val="30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rFonts w:hint="eastAsia" w:ascii="Baoli SC" w:eastAsia="Baoli SC"/>
                          <w:color w:val="5B9BD5" w:themeColor="accent1"/>
                          <w:sz w:val="28"/>
                          <w:szCs w:val="30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第三版 人物透视</w:t>
                      </w:r>
                    </w:p>
                    <w:p>
                      <w:pPr>
                        <w:spacing w:line="0" w:lineRule="atLeast"/>
                        <w:rPr>
                          <w:rFonts w:ascii="Baoli SC" w:eastAsia="Baoli SC"/>
                          <w:color w:val="5B9BD5" w:themeColor="accent1"/>
                          <w:sz w:val="28"/>
                          <w:szCs w:val="30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rFonts w:hint="eastAsia" w:ascii="Baoli SC" w:eastAsia="Baoli SC"/>
                          <w:color w:val="5B9BD5" w:themeColor="accent1"/>
                          <w:sz w:val="28"/>
                          <w:szCs w:val="30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第四版 图片新闻</w:t>
                      </w:r>
                    </w:p>
                    <w:p>
                      <w:pPr>
                        <w:spacing w:line="0" w:lineRule="atLeast"/>
                        <w:rPr>
                          <w:rFonts w:ascii="Baoli SC" w:eastAsia="Baoli SC"/>
                          <w:color w:val="5B9BD5" w:themeColor="accent1"/>
                          <w:sz w:val="28"/>
                          <w:szCs w:val="30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rFonts w:hint="eastAsia" w:ascii="Baoli SC" w:eastAsia="Baoli SC"/>
                          <w:color w:val="5B9BD5" w:themeColor="accent1"/>
                          <w:sz w:val="28"/>
                          <w:szCs w:val="30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 xml:space="preserve">       知识拓展</w:t>
                      </w:r>
                    </w:p>
                    <w:p>
                      <w:pPr>
                        <w:spacing w:line="0" w:lineRule="atLeast"/>
                        <w:rPr>
                          <w:rFonts w:ascii="华文隶书" w:eastAsia="华文隶书"/>
                          <w:color w:val="5B9BD5" w:themeColor="accent1"/>
                          <w:sz w:val="30"/>
                          <w:szCs w:val="30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隶书" w:eastAsia="华文隶书"/>
                          <w:color w:val="5B9BD5" w:themeColor="accent1"/>
                          <w:sz w:val="30"/>
                          <w:szCs w:val="30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 xml:space="preserve">        </w:t>
                      </w:r>
                    </w:p>
                    <w:p>
                      <w:pPr>
                        <w:rPr>
                          <w:rFonts w:ascii="华文隶书" w:eastAsia="华文隶书"/>
                          <w:color w:val="5B9BD5" w:themeColor="accent1"/>
                          <w:szCs w:val="21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>
      <w:r>
        <w:rPr>
          <w:rFonts w:hint="eastAsia"/>
        </w:rPr>
        <w:drawing>
          <wp:anchor distT="0" distB="0" distL="114300" distR="114300" simplePos="0" relativeHeight="251636736" behindDoc="0" locked="0" layoutInCell="1" allowOverlap="1">
            <wp:simplePos x="0" y="0"/>
            <wp:positionH relativeFrom="margin">
              <wp:posOffset>12345035</wp:posOffset>
            </wp:positionH>
            <wp:positionV relativeFrom="margin">
              <wp:posOffset>3865880</wp:posOffset>
            </wp:positionV>
            <wp:extent cx="2132330" cy="2171700"/>
            <wp:effectExtent l="0" t="0" r="1270" b="12700"/>
            <wp:wrapSquare wrapText="bothSides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7">
                      <a:alphaModFix am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2330" cy="2171700"/>
                    </a:xfrm>
                    <a:prstGeom prst="rect">
                      <a:avLst/>
                    </a:prstGeom>
                    <a:noFill/>
                    <a:effectLst>
                      <a:outerShdw dist="50800" sx="1000" sy="1000" algn="ctr" rotWithShape="0">
                        <a:srgbClr val="000000"/>
                      </a:outerShdw>
                    </a:effectLst>
                  </pic:spPr>
                </pic:pic>
              </a:graphicData>
            </a:graphic>
          </wp:anchor>
        </w:drawing>
      </w:r>
    </w:p>
    <w:p/>
    <w:p/>
    <w:p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-27305</wp:posOffset>
                </wp:positionH>
                <wp:positionV relativeFrom="paragraph">
                  <wp:posOffset>131445</wp:posOffset>
                </wp:positionV>
                <wp:extent cx="6428740" cy="894715"/>
                <wp:effectExtent l="4445" t="4445" r="5715" b="15240"/>
                <wp:wrapNone/>
                <wp:docPr id="10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8740" cy="89471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尼日利亚军方在拉各斯港为“团结号”举行的迎接仪式，这是第二艘中国为尼日利亚建造的巡逻舰，舷号F92。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据悉，该巡逻舰由中国船舶重工集团公司设计建造，总长95米，型宽12.2米，排水量1700吨；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由尼日利亚海军定制，用于执行油田护卫、海上巡逻、护渔、海事监视、搜索救援及一定污染控制任务。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5" o:spid="_x0000_s1026" o:spt="202" type="#_x0000_t202" style="position:absolute;left:0pt;margin-left:-2.15pt;margin-top:10.35pt;height:70.45pt;width:506.2pt;z-index:251675648;mso-width-relative:page;mso-height-relative:page;" filled="f" stroked="t" coordsize="21600,21600" o:gfxdata="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aPTINUAAAAIAQAADwAAAAAAAAABACAAAAAiAAAAZHJzL2Rvd25yZXYueG1sUEsBAhQAFAAAAAgA&#10;h07iQDgSAAUoAgAAHgQAAA4AAAAAAAAAAQAgAAAAJAEAAGRycy9lMm9Eb2MueG1sUEsFBgAAAAAG&#10;AAYAWQEAAL4FAAAAAA==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尼日利亚军方在拉各斯港为“团结号”举行的迎接仪式，这是第二艘中国为尼日利亚建造的巡逻舰，舷号F92。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据悉，该巡逻舰由中国船舶重工集团公司设计建造，总长95米，型宽12.2米，排水量1700吨；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由尼日利亚海军定制，用于执行油田护卫、海上巡逻、护渔、海事监视、搜索救援及一定污染控制任务。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7749540</wp:posOffset>
                </wp:positionH>
                <wp:positionV relativeFrom="paragraph">
                  <wp:posOffset>19685</wp:posOffset>
                </wp:positionV>
                <wp:extent cx="4114800" cy="896620"/>
                <wp:effectExtent l="0" t="203200" r="25400" b="195580"/>
                <wp:wrapThrough wrapText="bothSides">
                  <wp:wrapPolygon>
                    <wp:start x="112" y="-89"/>
                    <wp:lineTo x="58" y="15924"/>
                    <wp:lineTo x="827" y="20492"/>
                    <wp:lineTo x="19587" y="20528"/>
                    <wp:lineTo x="19746" y="21686"/>
                    <wp:lineTo x="21338" y="20958"/>
                    <wp:lineTo x="21314" y="-4858"/>
                    <wp:lineTo x="13274" y="-4873"/>
                    <wp:lineTo x="1306" y="-635"/>
                    <wp:lineTo x="112" y="-89"/>
                  </wp:wrapPolygon>
                </wp:wrapThrough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41182">
                          <a:off x="0" y="0"/>
                          <a:ext cx="4114800" cy="896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ascii="STXinwei" w:eastAsia="STXinwei"/>
                                <w:color w:val="2F5597" w:themeColor="accent5" w:themeShade="BF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hint="eastAsia" w:ascii="STXinwei" w:eastAsia="STXinwei"/>
                                <w:color w:val="2F5597" w:themeColor="accent5" w:themeShade="BF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  <w:t>一句话新闻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10.2pt;margin-top:1.55pt;height:70.6pt;width:324pt;mso-wrap-distance-left:9pt;mso-wrap-distance-right:9pt;rotation:372662f;z-index:251681792;mso-width-relative:page;mso-height-relative:page;" filled="f" stroked="f" coordsize="21600,21600" wrapcoords="112 -89 58 15924 827 20492 19587 20528 19746 21686 21338 20958 21314 -4858 13274 -4873 1306 -635 112 -89" o:gfxdata="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f1bX3&#10;2gAAAAsBAAAPAAAAAAAAAAEAIAAAACIAAABkcnMvZG93bnJldi54bWxQSwECFAAUAAAACACHTuJA&#10;zBjuXFgCAAB5BAAADgAAAAAAAAABACAAAAApAQAAZHJzL2Uyb0RvYy54bWxQSwUGAAAAAAYABgBZ&#10;AQAA8wUAAAAA&#10;">
                <v:fill on="f" focussize="0,0"/>
                <v:stroke on="f" weight="1pt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distribute"/>
                        <w:rPr>
                          <w:rFonts w:ascii="STXinwei" w:eastAsia="STXinwei"/>
                          <w:color w:val="2F5597" w:themeColor="accent5" w:themeShade="BF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</w:pPr>
                      <w:r>
                        <w:rPr>
                          <w:rFonts w:hint="eastAsia" w:ascii="STXinwei" w:eastAsia="STXinwei"/>
                          <w:color w:val="2F5597" w:themeColor="accent5" w:themeShade="BF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  <w:t>一句话新闻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/>
    <w:p/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12626340</wp:posOffset>
                </wp:positionH>
                <wp:positionV relativeFrom="paragraph">
                  <wp:posOffset>121920</wp:posOffset>
                </wp:positionV>
                <wp:extent cx="1257300" cy="2877820"/>
                <wp:effectExtent l="0" t="0" r="0" b="0"/>
                <wp:wrapNone/>
                <wp:docPr id="33" name="艺术字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257300" cy="2877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10"/>
                              <w:jc w:val="center"/>
                              <w:rPr>
                                <w:rFonts w:ascii="Baoli SC" w:eastAsia="Baoli SC"/>
                                <w:color w:val="C00000"/>
                                <w:kern w:val="0"/>
                              </w:rPr>
                            </w:pPr>
                            <w:r>
                              <w:rPr>
                                <w:rFonts w:hint="eastAsia" w:ascii="Baoli SC" w:hAnsi="隶书" w:eastAsia="Baoli SC" w:cs="隶书"/>
                                <w:shadow/>
                                <w:color w:val="C00000"/>
                                <w:sz w:val="72"/>
                                <w:szCs w:val="72"/>
                                <w14:shadow w14:blurRad="63500" w14:dist="99187" w14:dir="7788334" w14:sx="100000" w14:sy="100000" w14:kx="0" w14:ky="0" w14:algn="ctr">
                                  <w14:srgbClr w14:val="000080">
                                    <w14:alpha w14:val="20000"/>
                                  </w14:srgbClr>
                                </w14:shadow>
                              </w:rPr>
                              <w:t>国际新闻</w:t>
                            </w:r>
                          </w:p>
                        </w:txbxContent>
                      </wps:txbx>
                      <wps:bodyPr vert="eaVert" wrap="square" fromWordAr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艺术字 22" o:spid="_x0000_s1026" o:spt="202" type="#_x0000_t202" style="position:absolute;left:0pt;margin-left:994.2pt;margin-top:9.6pt;height:226.6pt;width:99pt;z-index:251660288;mso-width-relative:page;mso-height-relative:page;" filled="f" stroked="f" coordsize="21600,21600" o:gfxdata="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FLCV22gAAAAwBAAAPAAAAAAAA&#10;AAEAIAAAACIAAABkcnMvZG93bnJldi54bWxQSwECFAAUAAAACACHTuJAA0far9cBAABuAwAADgAA&#10;AAAAAAABACAAAAApAQAAZHJzL2Uyb0RvYy54bWxQSwUGAAAAAAYABgBZAQAAcgUAAAAA&#10;">
                <v:fill on="f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pStyle w:val="10"/>
                        <w:jc w:val="center"/>
                        <w:rPr>
                          <w:rFonts w:ascii="Baoli SC" w:eastAsia="Baoli SC"/>
                          <w:color w:val="C00000"/>
                          <w:kern w:val="0"/>
                        </w:rPr>
                      </w:pPr>
                      <w:r>
                        <w:rPr>
                          <w:rFonts w:hint="eastAsia" w:ascii="Baoli SC" w:hAnsi="隶书" w:eastAsia="Baoli SC" w:cs="隶书"/>
                          <w:shadow/>
                          <w:color w:val="C00000"/>
                          <w:sz w:val="72"/>
                          <w:szCs w:val="72"/>
                          <w14:shadow w14:blurRad="63500" w14:dist="99187" w14:dir="7788334" w14:sx="100000" w14:sy="100000" w14:kx="0" w14:ky="0" w14:algn="ctr">
                            <w14:srgbClr w14:val="000080">
                              <w14:alpha w14:val="20000"/>
                            </w14:srgbClr>
                          </w14:shadow>
                        </w:rPr>
                        <w:t>国际新闻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6858000</wp:posOffset>
                </wp:positionH>
                <wp:positionV relativeFrom="paragraph">
                  <wp:posOffset>17780</wp:posOffset>
                </wp:positionV>
                <wp:extent cx="5943600" cy="3149600"/>
                <wp:effectExtent l="0" t="0" r="25400" b="25400"/>
                <wp:wrapNone/>
                <wp:docPr id="12" name="自选图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3149600"/>
                        </a:xfrm>
                        <a:prstGeom prst="horizontalScroll">
                          <a:avLst>
                            <a:gd name="adj" fmla="val 6417"/>
                          </a:avLst>
                        </a:prstGeom>
                        <a:noFill/>
                        <a:ln w="25400" cmpd="sng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自选图形 41" o:spid="_x0000_s1026" o:spt="98" type="#_x0000_t98" style="position:absolute;left:0pt;margin-left:540pt;margin-top:1.4pt;height:248pt;width:468pt;z-index:251637760;mso-width-relative:page;mso-height-relative:page;" filled="f" stroked="t" coordsize="21600,21600" o:gfxdata="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o7oyo&#10;2AAAAAsBAAAPAAAAAAAAAAEAIAAAACIAAABkcnMvZG93bnJldi54bWxQSwECFAAUAAAACACHTuJA&#10;utnUc1oCAAB+BAAADgAAAAAAAAABACAAAAAnAQAAZHJzL2Uyb0RvYy54bWxQSwUGAAAAAAYABgBZ&#10;AQAA8wUAAAAA&#10;" adj="1386">
                <v:fill on="f" focussize="0,0"/>
                <v:stroke weight="2pt" color="#F4B183 [1941]" joinstyle="round"/>
                <v:imagedata o:title=""/>
                <o:lock v:ext="edit" aspectratio="f"/>
              </v:shape>
            </w:pict>
          </mc:Fallback>
        </mc:AlternateConten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-27305</wp:posOffset>
                </wp:positionH>
                <wp:positionV relativeFrom="paragraph">
                  <wp:posOffset>170180</wp:posOffset>
                </wp:positionV>
                <wp:extent cx="3562350" cy="3495040"/>
                <wp:effectExtent l="0" t="0" r="0" b="1016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87095" y="6662420"/>
                          <a:ext cx="3562350" cy="3495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drawing>
                                <wp:inline distT="0" distB="0" distL="114300" distR="114300">
                                  <wp:extent cx="3296920" cy="3318510"/>
                                  <wp:effectExtent l="0" t="0" r="17780" b="15240"/>
                                  <wp:docPr id="18" name="图片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图片 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96920" cy="3318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15pt;margin-top:13.4pt;height:275.2pt;width:280.5pt;z-index:251687936;mso-width-relative:page;mso-height-relative:page;" fillcolor="#FFFFFF [3201]" filled="t" stroked="f" coordsize="21600,21600" o:gfxdata="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YKPQQ1gAAAAkBAAAPAAAAAAAAAAEAIAAAACIAAABk&#10;cnMvZG93bnJldi54bWxQSwECFAAUAAAACACHTuJA8BsG3kECAABPBAAADgAAAAAAAAABACAAAAAl&#10;AQAAZHJzL2Uyb0RvYy54bWxQSwUGAAAAAAYABgBZAQAA2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114300" distR="114300">
                            <wp:extent cx="3296920" cy="3318510"/>
                            <wp:effectExtent l="0" t="0" r="17780" b="15240"/>
                            <wp:docPr id="18" name="图片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图片 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96920" cy="33185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7058025</wp:posOffset>
                </wp:positionH>
                <wp:positionV relativeFrom="paragraph">
                  <wp:posOffset>66675</wp:posOffset>
                </wp:positionV>
                <wp:extent cx="5372100" cy="2992120"/>
                <wp:effectExtent l="0" t="0" r="0" b="5080"/>
                <wp:wrapSquare wrapText="bothSides"/>
                <wp:docPr id="54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2992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6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left="357" w:hanging="357" w:firstLineChars="0"/>
                              <w:rPr>
                                <w:rFonts w:hint="eastAsia" w:asciiTheme="minorEastAsia" w:hAnsiTheme="minorEastAsia" w:eastAsiaTheme="minor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" w:asciiTheme="minorEastAsia" w:hAnsiTheme="minorEastAsia" w:eastAsiaTheme="minorEastAsia"/>
                                <w:bCs/>
                                <w:color w:val="535353"/>
                                <w:kern w:val="0"/>
                                <w:sz w:val="32"/>
                                <w:szCs w:val="32"/>
                              </w:rPr>
                              <w:t>人民币10月1日正式加入IMF的特别提款权（SDR）货币篮子</w:t>
                            </w:r>
                            <w:r>
                              <w:rPr>
                                <w:rFonts w:cs="Times" w:asciiTheme="minorEastAsia" w:hAnsiTheme="minorEastAsia" w:eastAsiaTheme="minorEastAsia"/>
                                <w:color w:val="535353"/>
                                <w:kern w:val="0"/>
                                <w:sz w:val="32"/>
                                <w:szCs w:val="32"/>
                              </w:rPr>
                              <w:t>。</w:t>
                            </w:r>
                          </w:p>
                          <w:p>
                            <w:pPr>
                              <w:pStyle w:val="26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left="357" w:hanging="357" w:firstLineChars="0"/>
                              <w:rPr>
                                <w:rFonts w:hint="eastAsia" w:asciiTheme="minorEastAsia" w:hAnsiTheme="minorEastAsia" w:eastAsiaTheme="minor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" w:asciiTheme="minorEastAsia" w:hAnsiTheme="minorEastAsia" w:eastAsiaTheme="minorEastAsia"/>
                                <w:color w:val="535353"/>
                                <w:kern w:val="0"/>
                                <w:sz w:val="32"/>
                                <w:szCs w:val="32"/>
                              </w:rPr>
                              <w:t>泰国王宫宫务处10月13日晚间发布公告称，</w:t>
                            </w:r>
                            <w:r>
                              <w:rPr>
                                <w:rFonts w:cs="Times" w:asciiTheme="minorEastAsia" w:hAnsiTheme="minorEastAsia" w:eastAsiaTheme="minorEastAsia"/>
                                <w:bCs/>
                                <w:color w:val="535353"/>
                                <w:kern w:val="0"/>
                                <w:sz w:val="32"/>
                                <w:szCs w:val="32"/>
                              </w:rPr>
                              <w:t>泰国国王拉玛九世普密蓬·阿杜德于当天15时52分逝世，享年89岁。</w:t>
                            </w:r>
                          </w:p>
                          <w:p>
                            <w:pPr>
                              <w:pStyle w:val="26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left="357" w:hanging="357" w:firstLineChars="0"/>
                              <w:rPr>
                                <w:rFonts w:hint="eastAsia" w:asciiTheme="minorEastAsia" w:hAnsiTheme="minorEastAsia" w:eastAsiaTheme="minor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" w:asciiTheme="minorEastAsia" w:hAnsiTheme="minorEastAsia" w:eastAsiaTheme="minorEastAsia"/>
                                <w:color w:val="535353"/>
                                <w:kern w:val="0"/>
                                <w:sz w:val="32"/>
                                <w:szCs w:val="32"/>
                              </w:rPr>
                              <w:t>第71届联大10月13日以鼓掌的方式通过决议</w:t>
                            </w:r>
                            <w:r>
                              <w:rPr>
                                <w:rFonts w:cs="Times" w:asciiTheme="minorEastAsia" w:hAnsiTheme="minorEastAsia" w:eastAsiaTheme="minorEastAsia"/>
                                <w:bCs/>
                                <w:color w:val="535353"/>
                                <w:kern w:val="0"/>
                                <w:sz w:val="32"/>
                                <w:szCs w:val="32"/>
                              </w:rPr>
                              <w:t>，正式任命葡萄牙前总理、联合国前难民事务高级专员安东尼奥·古特雷斯为下一任联合国秘书长</w:t>
                            </w:r>
                            <w:r>
                              <w:rPr>
                                <w:rFonts w:cs="Times" w:asciiTheme="minorEastAsia" w:hAnsiTheme="minorEastAsia" w:eastAsiaTheme="minorEastAsia"/>
                                <w:color w:val="535353"/>
                                <w:kern w:val="0"/>
                                <w:sz w:val="32"/>
                                <w:szCs w:val="32"/>
                              </w:rPr>
                              <w:t>。</w:t>
                            </w:r>
                          </w:p>
                          <w:p>
                            <w:pPr>
                              <w:pStyle w:val="26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left="357" w:hanging="357" w:firstLineChars="0"/>
                              <w:rPr>
                                <w:rFonts w:asciiTheme="minorEastAsia" w:hAnsiTheme="minorEastAsia" w:eastAsiaTheme="minor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" w:asciiTheme="minorEastAsia" w:hAnsiTheme="minorEastAsia" w:eastAsiaTheme="minorEastAsia"/>
                                <w:bCs/>
                                <w:color w:val="535353"/>
                                <w:kern w:val="0"/>
                                <w:sz w:val="32"/>
                                <w:szCs w:val="32"/>
                              </w:rPr>
                              <w:t>10月16日，金砖国家领导人第八次会晤在印度果阿举行</w:t>
                            </w:r>
                            <w:r>
                              <w:rPr>
                                <w:rFonts w:cs="Times" w:asciiTheme="minorEastAsia" w:hAnsiTheme="minorEastAsia" w:eastAsiaTheme="minorEastAsia"/>
                                <w:color w:val="535353"/>
                                <w:kern w:val="0"/>
                                <w:sz w:val="32"/>
                                <w:szCs w:val="3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55.75pt;margin-top:5.25pt;height:235.6pt;width:423pt;mso-wrap-distance-bottom:0pt;mso-wrap-distance-left:9pt;mso-wrap-distance-right:9pt;mso-wrap-distance-top:0pt;z-index:251685888;mso-width-relative:page;mso-height-relative:page;" filled="f" stroked="f" coordsize="21600,21600" o:gfxdata="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dlbf&#10;DNoAAAANAQAADwAAAAAAAAABACAAAAAiAAAAZHJzL2Rvd25yZXYueG1sUEsBAhQAFAAAAAgAh07i&#10;QK7ob50gAgAAIAQAAA4AAAAAAAAAAQAgAAAAKQEAAGRycy9lMm9Eb2MueG1sUEsFBgAAAAAGAAYA&#10;WQEAALs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6"/>
                        <w:numPr>
                          <w:ilvl w:val="0"/>
                          <w:numId w:val="2"/>
                        </w:numPr>
                        <w:spacing w:line="400" w:lineRule="exact"/>
                        <w:ind w:left="357" w:hanging="357" w:firstLineChars="0"/>
                        <w:rPr>
                          <w:rFonts w:hint="eastAsia" w:asciiTheme="minorEastAsia" w:hAnsiTheme="minorEastAsia" w:eastAsiaTheme="minorEastAsia"/>
                          <w:sz w:val="28"/>
                          <w:szCs w:val="28"/>
                        </w:rPr>
                      </w:pPr>
                      <w:r>
                        <w:rPr>
                          <w:rFonts w:cs="Times" w:asciiTheme="minorEastAsia" w:hAnsiTheme="minorEastAsia" w:eastAsiaTheme="minorEastAsia"/>
                          <w:bCs/>
                          <w:color w:val="535353"/>
                          <w:kern w:val="0"/>
                          <w:sz w:val="32"/>
                          <w:szCs w:val="32"/>
                        </w:rPr>
                        <w:t>人民币10月1日正式加入IMF的特别提款权（SDR）货币篮子</w:t>
                      </w:r>
                      <w:r>
                        <w:rPr>
                          <w:rFonts w:cs="Times" w:asciiTheme="minorEastAsia" w:hAnsiTheme="minorEastAsia" w:eastAsiaTheme="minorEastAsia"/>
                          <w:color w:val="535353"/>
                          <w:kern w:val="0"/>
                          <w:sz w:val="32"/>
                          <w:szCs w:val="32"/>
                        </w:rPr>
                        <w:t>。</w:t>
                      </w:r>
                    </w:p>
                    <w:p>
                      <w:pPr>
                        <w:pStyle w:val="26"/>
                        <w:numPr>
                          <w:ilvl w:val="0"/>
                          <w:numId w:val="2"/>
                        </w:numPr>
                        <w:spacing w:line="400" w:lineRule="exact"/>
                        <w:ind w:left="357" w:hanging="357" w:firstLineChars="0"/>
                        <w:rPr>
                          <w:rFonts w:hint="eastAsia" w:asciiTheme="minorEastAsia" w:hAnsiTheme="minorEastAsia" w:eastAsiaTheme="minorEastAsia"/>
                          <w:sz w:val="28"/>
                          <w:szCs w:val="28"/>
                        </w:rPr>
                      </w:pPr>
                      <w:r>
                        <w:rPr>
                          <w:rFonts w:cs="Times" w:asciiTheme="minorEastAsia" w:hAnsiTheme="minorEastAsia" w:eastAsiaTheme="minorEastAsia"/>
                          <w:color w:val="535353"/>
                          <w:kern w:val="0"/>
                          <w:sz w:val="32"/>
                          <w:szCs w:val="32"/>
                        </w:rPr>
                        <w:t>泰国王宫宫务处10月13日晚间发布公告称，</w:t>
                      </w:r>
                      <w:r>
                        <w:rPr>
                          <w:rFonts w:cs="Times" w:asciiTheme="minorEastAsia" w:hAnsiTheme="minorEastAsia" w:eastAsiaTheme="minorEastAsia"/>
                          <w:bCs/>
                          <w:color w:val="535353"/>
                          <w:kern w:val="0"/>
                          <w:sz w:val="32"/>
                          <w:szCs w:val="32"/>
                        </w:rPr>
                        <w:t>泰国国王拉玛九世普密蓬·阿杜德于当天15时52分逝世，享年89岁。</w:t>
                      </w:r>
                    </w:p>
                    <w:p>
                      <w:pPr>
                        <w:pStyle w:val="26"/>
                        <w:numPr>
                          <w:ilvl w:val="0"/>
                          <w:numId w:val="2"/>
                        </w:numPr>
                        <w:spacing w:line="400" w:lineRule="exact"/>
                        <w:ind w:left="357" w:hanging="357" w:firstLineChars="0"/>
                        <w:rPr>
                          <w:rFonts w:hint="eastAsia" w:asciiTheme="minorEastAsia" w:hAnsiTheme="minorEastAsia" w:eastAsiaTheme="minorEastAsia"/>
                          <w:sz w:val="28"/>
                          <w:szCs w:val="28"/>
                        </w:rPr>
                      </w:pPr>
                      <w:r>
                        <w:rPr>
                          <w:rFonts w:cs="Times" w:asciiTheme="minorEastAsia" w:hAnsiTheme="minorEastAsia" w:eastAsiaTheme="minorEastAsia"/>
                          <w:color w:val="535353"/>
                          <w:kern w:val="0"/>
                          <w:sz w:val="32"/>
                          <w:szCs w:val="32"/>
                        </w:rPr>
                        <w:t>第71届联大10月13日以鼓掌的方式通过决议</w:t>
                      </w:r>
                      <w:r>
                        <w:rPr>
                          <w:rFonts w:cs="Times" w:asciiTheme="minorEastAsia" w:hAnsiTheme="minorEastAsia" w:eastAsiaTheme="minorEastAsia"/>
                          <w:bCs/>
                          <w:color w:val="535353"/>
                          <w:kern w:val="0"/>
                          <w:sz w:val="32"/>
                          <w:szCs w:val="32"/>
                        </w:rPr>
                        <w:t>，正式任命葡萄牙前总理、联合国前难民事务高级专员安东尼奥·古特雷斯为下一任联合国秘书长</w:t>
                      </w:r>
                      <w:r>
                        <w:rPr>
                          <w:rFonts w:cs="Times" w:asciiTheme="minorEastAsia" w:hAnsiTheme="minorEastAsia" w:eastAsiaTheme="minorEastAsia"/>
                          <w:color w:val="535353"/>
                          <w:kern w:val="0"/>
                          <w:sz w:val="32"/>
                          <w:szCs w:val="32"/>
                        </w:rPr>
                        <w:t>。</w:t>
                      </w:r>
                    </w:p>
                    <w:p>
                      <w:pPr>
                        <w:pStyle w:val="26"/>
                        <w:numPr>
                          <w:ilvl w:val="0"/>
                          <w:numId w:val="2"/>
                        </w:numPr>
                        <w:spacing w:line="400" w:lineRule="exact"/>
                        <w:ind w:left="357" w:hanging="357" w:firstLineChars="0"/>
                        <w:rPr>
                          <w:rFonts w:asciiTheme="minorEastAsia" w:hAnsiTheme="minorEastAsia" w:eastAsiaTheme="minorEastAsia"/>
                          <w:sz w:val="28"/>
                          <w:szCs w:val="28"/>
                        </w:rPr>
                      </w:pPr>
                      <w:r>
                        <w:rPr>
                          <w:rFonts w:cs="Times" w:asciiTheme="minorEastAsia" w:hAnsiTheme="minorEastAsia" w:eastAsiaTheme="minorEastAsia"/>
                          <w:bCs/>
                          <w:color w:val="535353"/>
                          <w:kern w:val="0"/>
                          <w:sz w:val="32"/>
                          <w:szCs w:val="32"/>
                        </w:rPr>
                        <w:t>10月16日，金砖国家领导人第八次会晤在印度果阿举行</w:t>
                      </w:r>
                      <w:r>
                        <w:rPr>
                          <w:rFonts w:cs="Times" w:asciiTheme="minorEastAsia" w:hAnsiTheme="minorEastAsia" w:eastAsiaTheme="minorEastAsia"/>
                          <w:color w:val="535353"/>
                          <w:kern w:val="0"/>
                          <w:sz w:val="32"/>
                          <w:szCs w:val="32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tabs>
          <w:tab w:val="left" w:pos="5897"/>
        </w:tabs>
        <w:jc w:val="left"/>
      </w:pPr>
      <w:r>
        <w:rPr>
          <w:rFonts w:hint="eastAsia"/>
        </w:rPr>
        <w:tab/>
      </w:r>
    </w:p>
    <w:p/>
    <w:p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77470</wp:posOffset>
                </wp:positionV>
                <wp:extent cx="2319655" cy="2355850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9655" cy="2355850"/>
                        </a:xfrm>
                        <a:custGeom>
                          <a:avLst/>
                          <a:gdLst>
                            <a:gd name="connsiteX0" fmla="*/ 0 w 6803"/>
                            <a:gd name="connsiteY0" fmla="*/ 0 h 4354"/>
                            <a:gd name="connsiteX1" fmla="*/ 6803 w 6803"/>
                            <a:gd name="connsiteY1" fmla="*/ 0 h 4354"/>
                            <a:gd name="connsiteX2" fmla="*/ 2462 w 6803"/>
                            <a:gd name="connsiteY2" fmla="*/ 4354 h 4354"/>
                            <a:gd name="connsiteX3" fmla="*/ 0 w 6803"/>
                            <a:gd name="connsiteY3" fmla="*/ 1402 h 4354"/>
                            <a:gd name="connsiteX4" fmla="*/ 0 w 6803"/>
                            <a:gd name="connsiteY4" fmla="*/ 0 h 43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803" h="4354">
                              <a:moveTo>
                                <a:pt x="0" y="0"/>
                              </a:moveTo>
                              <a:lnTo>
                                <a:pt x="6803" y="0"/>
                              </a:lnTo>
                              <a:lnTo>
                                <a:pt x="2462" y="4354"/>
                              </a:lnTo>
                              <a:lnTo>
                                <a:pt x="0" y="14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b/>
                                <w:color w:val="000000" w:themeColor="text1"/>
                                <w:sz w:val="72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72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优质新闻公众号推荐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95.5pt;margin-top:6.1pt;height:185.5pt;width:182.65pt;z-index:251688960;mso-width-relative:page;mso-height-relative:page;" filled="f" stroked="f" coordsize="6803,4354" o:gfxdata="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CB5Gnm1wAAAAoB&#10;AAAPAAAAAAAAAAEAIAAAACIAAABkcnMvZG93bnJldi54bWxQSwECFAAUAAAACACHTuJAuRAf7jkD&#10;AABfCAAADgAAAAAAAAABACAAAAAmAQAAZHJzL2Uyb0RvYy54bWxQSwUGAAAAAAYABgBZAQAA0QYA&#10;AAAA&#10;" path="m0,0l6803,0,2462,4354,0,1402,0,0xe">
                <v:path textboxrect="0,0,6803,4354" o:connectlocs="0,0;2319655,0;839481,2355850;0,758590;0,0" o:connectangles="0,0,0,0,0"/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b/>
                          <w:color w:val="000000" w:themeColor="text1"/>
                          <w:sz w:val="72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72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优质新闻公众号推荐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pPr>
        <w:tabs>
          <w:tab w:val="left" w:pos="2267"/>
        </w:tabs>
        <w:jc w:val="left"/>
      </w:pPr>
      <w: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6972300</wp:posOffset>
            </wp:positionH>
            <wp:positionV relativeFrom="paragraph">
              <wp:posOffset>1584960</wp:posOffset>
            </wp:positionV>
            <wp:extent cx="6629400" cy="364490"/>
            <wp:effectExtent l="0" t="0" r="0" b="0"/>
            <wp:wrapNone/>
            <wp:docPr id="42" name="图片 42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BD21303_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364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ab/>
      </w:r>
    </w:p>
    <w:sectPr>
      <w:pgSz w:w="23814" w:h="16839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行楷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S Mincho">
    <w:altName w:val="Yu Gothic UI"/>
    <w:panose1 w:val="02020609040205080304"/>
    <w:charset w:val="80"/>
    <w:family w:val="auto"/>
    <w:pitch w:val="default"/>
    <w:sig w:usb0="00000000" w:usb1="00000000" w:usb2="08000012" w:usb3="00000000" w:csb0="0002009F" w:csb1="00000000"/>
  </w:font>
  <w:font w:name="隶书">
    <w:altName w:val="微软雅黑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方正兰亭黑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Baoli SC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Hiragino Sans GB W3">
    <w:altName w:val="宋体"/>
    <w:panose1 w:val="020B0300000000000000"/>
    <w:charset w:val="86"/>
    <w:family w:val="auto"/>
    <w:pitch w:val="default"/>
    <w:sig w:usb0="00000000" w:usb1="00000000" w:usb2="00000016" w:usb3="00000000" w:csb0="00060007" w:csb1="00000000"/>
  </w:font>
  <w:font w:name="华文隶书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imes">
    <w:altName w:val="Times New Roman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STXinwei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B49AB"/>
    <w:multiLevelType w:val="multilevel"/>
    <w:tmpl w:val="0B5B49AB"/>
    <w:lvl w:ilvl="0" w:tentative="0">
      <w:start w:val="1"/>
      <w:numFmt w:val="decimal"/>
      <w:lvlText w:val="%1."/>
      <w:lvlJc w:val="left"/>
      <w:pPr>
        <w:ind w:left="440" w:hanging="360"/>
      </w:pPr>
      <w:rPr>
        <w:rFonts w:hint="eastAsia"/>
        <w:color w:val="434343"/>
        <w:sz w:val="26"/>
      </w:rPr>
    </w:lvl>
    <w:lvl w:ilvl="1" w:tentative="0">
      <w:start w:val="1"/>
      <w:numFmt w:val="lowerLetter"/>
      <w:lvlText w:val="%2)"/>
      <w:lvlJc w:val="left"/>
      <w:pPr>
        <w:ind w:left="1040" w:hanging="480"/>
      </w:pPr>
    </w:lvl>
    <w:lvl w:ilvl="2" w:tentative="0">
      <w:start w:val="1"/>
      <w:numFmt w:val="lowerRoman"/>
      <w:lvlText w:val="%3."/>
      <w:lvlJc w:val="right"/>
      <w:pPr>
        <w:ind w:left="1520" w:hanging="480"/>
      </w:pPr>
    </w:lvl>
    <w:lvl w:ilvl="3" w:tentative="0">
      <w:start w:val="1"/>
      <w:numFmt w:val="decimal"/>
      <w:lvlText w:val="%4."/>
      <w:lvlJc w:val="left"/>
      <w:pPr>
        <w:ind w:left="2000" w:hanging="480"/>
      </w:pPr>
    </w:lvl>
    <w:lvl w:ilvl="4" w:tentative="0">
      <w:start w:val="1"/>
      <w:numFmt w:val="lowerLetter"/>
      <w:lvlText w:val="%5)"/>
      <w:lvlJc w:val="left"/>
      <w:pPr>
        <w:ind w:left="2480" w:hanging="480"/>
      </w:pPr>
    </w:lvl>
    <w:lvl w:ilvl="5" w:tentative="0">
      <w:start w:val="1"/>
      <w:numFmt w:val="lowerRoman"/>
      <w:lvlText w:val="%6."/>
      <w:lvlJc w:val="right"/>
      <w:pPr>
        <w:ind w:left="2960" w:hanging="480"/>
      </w:pPr>
    </w:lvl>
    <w:lvl w:ilvl="6" w:tentative="0">
      <w:start w:val="1"/>
      <w:numFmt w:val="decimal"/>
      <w:lvlText w:val="%7."/>
      <w:lvlJc w:val="left"/>
      <w:pPr>
        <w:ind w:left="3440" w:hanging="480"/>
      </w:pPr>
    </w:lvl>
    <w:lvl w:ilvl="7" w:tentative="0">
      <w:start w:val="1"/>
      <w:numFmt w:val="lowerLetter"/>
      <w:lvlText w:val="%8)"/>
      <w:lvlJc w:val="left"/>
      <w:pPr>
        <w:ind w:left="3920" w:hanging="480"/>
      </w:pPr>
    </w:lvl>
    <w:lvl w:ilvl="8" w:tentative="0">
      <w:start w:val="1"/>
      <w:numFmt w:val="lowerRoman"/>
      <w:lvlText w:val="%9."/>
      <w:lvlJc w:val="right"/>
      <w:pPr>
        <w:ind w:left="4400" w:hanging="480"/>
      </w:pPr>
    </w:lvl>
  </w:abstractNum>
  <w:abstractNum w:abstractNumId="1">
    <w:nsid w:val="4C290598"/>
    <w:multiLevelType w:val="multilevel"/>
    <w:tmpl w:val="4C29059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2DB1"/>
    <w:rsid w:val="00035485"/>
    <w:rsid w:val="000A3315"/>
    <w:rsid w:val="000B124D"/>
    <w:rsid w:val="000B6D87"/>
    <w:rsid w:val="000F4EE4"/>
    <w:rsid w:val="00107840"/>
    <w:rsid w:val="001151CC"/>
    <w:rsid w:val="00120580"/>
    <w:rsid w:val="00135D72"/>
    <w:rsid w:val="0013656B"/>
    <w:rsid w:val="00146CD2"/>
    <w:rsid w:val="001609E6"/>
    <w:rsid w:val="001613FF"/>
    <w:rsid w:val="00166149"/>
    <w:rsid w:val="00172A27"/>
    <w:rsid w:val="0019479D"/>
    <w:rsid w:val="001972F1"/>
    <w:rsid w:val="001A6026"/>
    <w:rsid w:val="001B6F8B"/>
    <w:rsid w:val="001D6D46"/>
    <w:rsid w:val="001E429B"/>
    <w:rsid w:val="001F1836"/>
    <w:rsid w:val="001F3BD3"/>
    <w:rsid w:val="00227515"/>
    <w:rsid w:val="00262CA9"/>
    <w:rsid w:val="002668FF"/>
    <w:rsid w:val="002A37B7"/>
    <w:rsid w:val="002E42E1"/>
    <w:rsid w:val="00326E8C"/>
    <w:rsid w:val="003B18D8"/>
    <w:rsid w:val="003F40F3"/>
    <w:rsid w:val="00412092"/>
    <w:rsid w:val="0041439A"/>
    <w:rsid w:val="004912CA"/>
    <w:rsid w:val="00496A4D"/>
    <w:rsid w:val="004A292C"/>
    <w:rsid w:val="004B105B"/>
    <w:rsid w:val="004B7C8D"/>
    <w:rsid w:val="00512E21"/>
    <w:rsid w:val="00550D22"/>
    <w:rsid w:val="005625CC"/>
    <w:rsid w:val="0057429A"/>
    <w:rsid w:val="005E405D"/>
    <w:rsid w:val="005F4629"/>
    <w:rsid w:val="005F54F4"/>
    <w:rsid w:val="00602840"/>
    <w:rsid w:val="00616EDE"/>
    <w:rsid w:val="00631083"/>
    <w:rsid w:val="00633EA5"/>
    <w:rsid w:val="00635E31"/>
    <w:rsid w:val="00672C0F"/>
    <w:rsid w:val="00673A0B"/>
    <w:rsid w:val="006A6663"/>
    <w:rsid w:val="006F0B93"/>
    <w:rsid w:val="00763B17"/>
    <w:rsid w:val="00766043"/>
    <w:rsid w:val="007A6279"/>
    <w:rsid w:val="007C0690"/>
    <w:rsid w:val="007D09A5"/>
    <w:rsid w:val="007E50F6"/>
    <w:rsid w:val="007F32F3"/>
    <w:rsid w:val="00840F52"/>
    <w:rsid w:val="00857DA0"/>
    <w:rsid w:val="00867C6B"/>
    <w:rsid w:val="008710CC"/>
    <w:rsid w:val="008A291A"/>
    <w:rsid w:val="008C2CF9"/>
    <w:rsid w:val="008D191F"/>
    <w:rsid w:val="008D7030"/>
    <w:rsid w:val="00903C9E"/>
    <w:rsid w:val="00955061"/>
    <w:rsid w:val="00971D69"/>
    <w:rsid w:val="009C1EE3"/>
    <w:rsid w:val="009F456C"/>
    <w:rsid w:val="00A93AF4"/>
    <w:rsid w:val="00B0203D"/>
    <w:rsid w:val="00B04E20"/>
    <w:rsid w:val="00B073AD"/>
    <w:rsid w:val="00B10F54"/>
    <w:rsid w:val="00B14071"/>
    <w:rsid w:val="00B3514B"/>
    <w:rsid w:val="00B4094D"/>
    <w:rsid w:val="00B852F9"/>
    <w:rsid w:val="00BC77E6"/>
    <w:rsid w:val="00BD45C7"/>
    <w:rsid w:val="00BF3122"/>
    <w:rsid w:val="00C03228"/>
    <w:rsid w:val="00C05F29"/>
    <w:rsid w:val="00C314D5"/>
    <w:rsid w:val="00C9657F"/>
    <w:rsid w:val="00CD22D2"/>
    <w:rsid w:val="00CE1EC0"/>
    <w:rsid w:val="00CE5989"/>
    <w:rsid w:val="00D22348"/>
    <w:rsid w:val="00D271B5"/>
    <w:rsid w:val="00D36F6B"/>
    <w:rsid w:val="00D420EF"/>
    <w:rsid w:val="00D6675B"/>
    <w:rsid w:val="00D934F3"/>
    <w:rsid w:val="00DA48F7"/>
    <w:rsid w:val="00DA7BE7"/>
    <w:rsid w:val="00DB0FAA"/>
    <w:rsid w:val="00E26F01"/>
    <w:rsid w:val="00E62368"/>
    <w:rsid w:val="00E809A7"/>
    <w:rsid w:val="00E83542"/>
    <w:rsid w:val="00E919C1"/>
    <w:rsid w:val="00EA1522"/>
    <w:rsid w:val="00EF3F0C"/>
    <w:rsid w:val="00EF4958"/>
    <w:rsid w:val="00EF5752"/>
    <w:rsid w:val="00F050D0"/>
    <w:rsid w:val="00F26A43"/>
    <w:rsid w:val="00F320D3"/>
    <w:rsid w:val="00F643C1"/>
    <w:rsid w:val="00F93FDB"/>
    <w:rsid w:val="00FB0BD3"/>
    <w:rsid w:val="00FC65C9"/>
    <w:rsid w:val="22BF6D65"/>
    <w:rsid w:val="23696DDE"/>
    <w:rsid w:val="3A894F57"/>
    <w:rsid w:val="5BA903A0"/>
    <w:rsid w:val="758F035C"/>
    <w:rsid w:val="766942F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widowControl/>
      <w:spacing w:before="480" w:line="276" w:lineRule="auto"/>
      <w:jc w:val="left"/>
      <w:outlineLvl w:val="0"/>
    </w:pPr>
    <w:rPr>
      <w:rFonts w:ascii="Cambria" w:hAnsi="Cambria"/>
      <w:b/>
      <w:bCs/>
      <w:color w:val="365F91"/>
      <w:kern w:val="0"/>
      <w:sz w:val="28"/>
      <w:szCs w:val="28"/>
    </w:rPr>
  </w:style>
  <w:style w:type="paragraph" w:styleId="3">
    <w:name w:val="heading 3"/>
    <w:basedOn w:val="1"/>
    <w:next w:val="1"/>
    <w:link w:val="18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23"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1">
    <w:name w:val="Default Paragraph Font"/>
    <w:unhideWhenUsed/>
    <w:uiPriority w:val="1"/>
  </w:style>
  <w:style w:type="table" w:default="1" w:styleId="1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subject"/>
    <w:basedOn w:val="6"/>
    <w:next w:val="6"/>
    <w:qFormat/>
    <w:uiPriority w:val="0"/>
    <w:rPr>
      <w:b/>
      <w:bCs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alloon Text"/>
    <w:basedOn w:val="1"/>
    <w:link w:val="22"/>
    <w:qFormat/>
    <w:uiPriority w:val="0"/>
    <w:rPr>
      <w:sz w:val="18"/>
      <w:szCs w:val="18"/>
    </w:rPr>
  </w:style>
  <w:style w:type="paragraph" w:styleId="8">
    <w:name w:val="footer"/>
    <w:basedOn w:val="1"/>
    <w:link w:val="1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rPr>
      <w:rFonts w:ascii="等线" w:hAnsi="等线" w:eastAsia="等线"/>
      <w:sz w:val="24"/>
      <w:szCs w:val="24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Hyperlink"/>
    <w:qFormat/>
    <w:uiPriority w:val="0"/>
    <w:rPr>
      <w:color w:val="0000FF"/>
      <w:u w:val="single"/>
    </w:rPr>
  </w:style>
  <w:style w:type="character" w:styleId="14">
    <w:name w:val="annotation reference"/>
    <w:qFormat/>
    <w:uiPriority w:val="0"/>
    <w:rPr>
      <w:sz w:val="21"/>
      <w:szCs w:val="21"/>
    </w:rPr>
  </w:style>
  <w:style w:type="character" w:customStyle="1" w:styleId="16">
    <w:name w:val="apple-style-span"/>
    <w:basedOn w:val="11"/>
    <w:qFormat/>
    <w:uiPriority w:val="0"/>
  </w:style>
  <w:style w:type="character" w:customStyle="1" w:styleId="17">
    <w:name w:val="页脚字符"/>
    <w:link w:val="8"/>
    <w:qFormat/>
    <w:uiPriority w:val="0"/>
    <w:rPr>
      <w:kern w:val="2"/>
      <w:sz w:val="18"/>
      <w:szCs w:val="18"/>
    </w:rPr>
  </w:style>
  <w:style w:type="character" w:customStyle="1" w:styleId="18">
    <w:name w:val="标题 3字符"/>
    <w:link w:val="3"/>
    <w:semiHidden/>
    <w:uiPriority w:val="9"/>
    <w:rPr>
      <w:b/>
      <w:bCs/>
      <w:kern w:val="2"/>
      <w:sz w:val="32"/>
      <w:szCs w:val="32"/>
    </w:rPr>
  </w:style>
  <w:style w:type="character" w:customStyle="1" w:styleId="19">
    <w:name w:val="标题 1字符"/>
    <w:link w:val="2"/>
    <w:uiPriority w:val="9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页眉字符"/>
    <w:link w:val="9"/>
    <w:qFormat/>
    <w:uiPriority w:val="0"/>
    <w:rPr>
      <w:kern w:val="2"/>
      <w:sz w:val="18"/>
      <w:szCs w:val="18"/>
    </w:rPr>
  </w:style>
  <w:style w:type="character" w:customStyle="1" w:styleId="21">
    <w:name w:val="ca-31"/>
    <w:uiPriority w:val="0"/>
    <w:rPr>
      <w:rFonts w:hint="eastAsia" w:ascii="宋体" w:hAnsi="宋体" w:eastAsia="宋体"/>
      <w:color w:val="000000"/>
      <w:sz w:val="21"/>
      <w:szCs w:val="21"/>
    </w:rPr>
  </w:style>
  <w:style w:type="character" w:customStyle="1" w:styleId="22">
    <w:name w:val="批注框文本字符"/>
    <w:link w:val="7"/>
    <w:qFormat/>
    <w:uiPriority w:val="0"/>
    <w:rPr>
      <w:kern w:val="2"/>
      <w:sz w:val="18"/>
      <w:szCs w:val="18"/>
    </w:rPr>
  </w:style>
  <w:style w:type="character" w:customStyle="1" w:styleId="23">
    <w:name w:val="标题 4字符"/>
    <w:link w:val="4"/>
    <w:semiHidden/>
    <w:uiPriority w:val="9"/>
    <w:rPr>
      <w:rFonts w:ascii="Cambria" w:hAnsi="Cambria" w:eastAsia="宋体" w:cs="Times New Roman"/>
      <w:b/>
      <w:bCs/>
      <w:kern w:val="2"/>
      <w:sz w:val="28"/>
      <w:szCs w:val="28"/>
    </w:rPr>
  </w:style>
  <w:style w:type="paragraph" w:customStyle="1" w:styleId="24">
    <w:name w:val="Note Level 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">
    <w:name w:val="pa-1"/>
    <w:basedOn w:val="1"/>
    <w:uiPriority w:val="0"/>
    <w:pPr>
      <w:widowControl/>
      <w:spacing w:line="240" w:lineRule="atLeast"/>
    </w:pPr>
    <w:rPr>
      <w:rFonts w:ascii="宋体" w:hAnsi="宋体" w:cs="宋体"/>
      <w:kern w:val="0"/>
      <w:sz w:val="24"/>
      <w:szCs w:val="24"/>
    </w:rPr>
  </w:style>
  <w:style w:type="paragraph" w:customStyle="1" w:styleId="26">
    <w:name w:val="List Paragraph"/>
    <w:basedOn w:val="1"/>
    <w:qFormat/>
    <w:uiPriority w:val="99"/>
    <w:pPr>
      <w:ind w:firstLine="420" w:firstLineChars="200"/>
    </w:pPr>
  </w:style>
  <w:style w:type="paragraph" w:customStyle="1" w:styleId="27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microsoft.com/office/2007/relationships/hdphoto" Target="media/hdphoto2.wdp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m\Desktop\Normal.wp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71D29F-DD44-B343-B9E2-D5C4565CC72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Hewlett-Packard</Company>
  <Pages>1</Pages>
  <Words>72</Words>
  <Characters>416</Characters>
  <Lines>3</Lines>
  <Paragraphs>1</Paragraphs>
  <TotalTime>0</TotalTime>
  <ScaleCrop>false</ScaleCrop>
  <LinksUpToDate>false</LinksUpToDate>
  <CharactersWithSpaces>487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2016-10-04T10:59:00Z</dcterms:created>
  <dc:creator>devil</dc:creator>
  <cp:lastModifiedBy>Tim</cp:lastModifiedBy>
  <dcterms:modified xsi:type="dcterms:W3CDTF">2016-11-12T05:19:41Z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